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3CCE" w14:textId="662DED6E" w:rsidR="006E5D65" w:rsidRPr="0006688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6688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6688F">
        <w:rPr>
          <w:rFonts w:ascii="Corbel" w:hAnsi="Corbel"/>
          <w:b/>
          <w:bCs/>
          <w:sz w:val="24"/>
          <w:szCs w:val="24"/>
        </w:rPr>
        <w:tab/>
      </w:r>
      <w:r w:rsidR="00CD6897" w:rsidRPr="0006688F">
        <w:rPr>
          <w:rFonts w:ascii="Corbel" w:hAnsi="Corbel"/>
          <w:b/>
          <w:bCs/>
          <w:sz w:val="24"/>
          <w:szCs w:val="24"/>
        </w:rPr>
        <w:tab/>
      </w:r>
      <w:r w:rsidR="00CD6897" w:rsidRPr="0006688F">
        <w:rPr>
          <w:rFonts w:ascii="Corbel" w:hAnsi="Corbel"/>
          <w:b/>
          <w:bCs/>
          <w:sz w:val="24"/>
          <w:szCs w:val="24"/>
        </w:rPr>
        <w:tab/>
      </w:r>
      <w:r w:rsidR="00CD6897" w:rsidRPr="0006688F">
        <w:rPr>
          <w:rFonts w:ascii="Corbel" w:hAnsi="Corbel"/>
          <w:b/>
          <w:bCs/>
          <w:sz w:val="24"/>
          <w:szCs w:val="24"/>
        </w:rPr>
        <w:tab/>
      </w:r>
      <w:r w:rsidR="00CD6897" w:rsidRPr="0006688F">
        <w:rPr>
          <w:rFonts w:ascii="Corbel" w:hAnsi="Corbel"/>
          <w:b/>
          <w:bCs/>
          <w:sz w:val="24"/>
          <w:szCs w:val="24"/>
        </w:rPr>
        <w:tab/>
      </w:r>
      <w:r w:rsidR="00D8678B" w:rsidRPr="0006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6688F">
        <w:rPr>
          <w:rFonts w:ascii="Corbel" w:hAnsi="Corbel"/>
          <w:bCs/>
          <w:i/>
          <w:sz w:val="24"/>
          <w:szCs w:val="24"/>
        </w:rPr>
        <w:t>1.5</w:t>
      </w:r>
      <w:r w:rsidR="00D8678B" w:rsidRPr="0006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6688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6688F">
        <w:rPr>
          <w:rFonts w:ascii="Corbel" w:hAnsi="Corbel"/>
          <w:bCs/>
          <w:i/>
          <w:sz w:val="24"/>
          <w:szCs w:val="24"/>
        </w:rPr>
        <w:t xml:space="preserve">nr </w:t>
      </w:r>
      <w:r w:rsidR="0006688F" w:rsidRPr="0006688F">
        <w:rPr>
          <w:rFonts w:ascii="Corbel" w:hAnsi="Corbel"/>
          <w:bCs/>
          <w:i/>
          <w:sz w:val="24"/>
          <w:szCs w:val="24"/>
        </w:rPr>
        <w:t>7</w:t>
      </w:r>
      <w:r w:rsidR="00F17567" w:rsidRPr="0006688F">
        <w:rPr>
          <w:rFonts w:ascii="Corbel" w:hAnsi="Corbel"/>
          <w:bCs/>
          <w:i/>
          <w:sz w:val="24"/>
          <w:szCs w:val="24"/>
        </w:rPr>
        <w:t>/20</w:t>
      </w:r>
      <w:r w:rsidR="0006688F" w:rsidRPr="0006688F">
        <w:rPr>
          <w:rFonts w:ascii="Corbel" w:hAnsi="Corbel"/>
          <w:bCs/>
          <w:i/>
          <w:sz w:val="24"/>
          <w:szCs w:val="24"/>
        </w:rPr>
        <w:t>23</w:t>
      </w:r>
    </w:p>
    <w:p w14:paraId="426B2F52" w14:textId="77777777" w:rsidR="007B5C2F" w:rsidRPr="0006688F" w:rsidRDefault="007B5C2F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14B5492" w14:textId="77777777" w:rsidR="0085747A" w:rsidRPr="0006688F" w:rsidRDefault="0085747A" w:rsidP="006510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688F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54FB3F22" w:rsidR="0085747A" w:rsidRPr="0006688F" w:rsidRDefault="0071620A" w:rsidP="006510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688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6688F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06688F">
        <w:rPr>
          <w:rFonts w:ascii="Corbel" w:hAnsi="Corbel"/>
          <w:i/>
          <w:smallCaps/>
          <w:sz w:val="24"/>
          <w:szCs w:val="24"/>
        </w:rPr>
        <w:t>202</w:t>
      </w:r>
      <w:r w:rsidR="0006688F" w:rsidRPr="0006688F">
        <w:rPr>
          <w:rFonts w:ascii="Corbel" w:hAnsi="Corbel"/>
          <w:i/>
          <w:smallCaps/>
          <w:sz w:val="24"/>
          <w:szCs w:val="24"/>
        </w:rPr>
        <w:t>4</w:t>
      </w:r>
      <w:r w:rsidR="00912BE1" w:rsidRPr="0006688F">
        <w:rPr>
          <w:rFonts w:ascii="Corbel" w:hAnsi="Corbel"/>
          <w:i/>
          <w:smallCaps/>
          <w:sz w:val="24"/>
          <w:szCs w:val="24"/>
        </w:rPr>
        <w:t>-202</w:t>
      </w:r>
      <w:r w:rsidR="0006688F" w:rsidRPr="0006688F">
        <w:rPr>
          <w:rFonts w:ascii="Corbel" w:hAnsi="Corbel"/>
          <w:i/>
          <w:smallCaps/>
          <w:sz w:val="24"/>
          <w:szCs w:val="24"/>
        </w:rPr>
        <w:t>9</w:t>
      </w:r>
    </w:p>
    <w:p w14:paraId="3C90E3E7" w14:textId="613EB1A7" w:rsidR="0085747A" w:rsidRPr="0006688F" w:rsidRDefault="0085747A" w:rsidP="0065103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D83D8CE" w14:textId="4CA06F3C" w:rsidR="00445970" w:rsidRPr="0006688F" w:rsidRDefault="007B5C2F" w:rsidP="0065103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sz w:val="24"/>
          <w:szCs w:val="24"/>
        </w:rPr>
        <w:t xml:space="preserve">Rok akademicki </w:t>
      </w:r>
      <w:r w:rsidR="00912BE1" w:rsidRPr="0006688F">
        <w:rPr>
          <w:rFonts w:ascii="Corbel" w:hAnsi="Corbel"/>
          <w:sz w:val="24"/>
          <w:szCs w:val="24"/>
        </w:rPr>
        <w:t>20</w:t>
      </w:r>
      <w:r w:rsidR="008E1A51" w:rsidRPr="0006688F">
        <w:rPr>
          <w:rFonts w:ascii="Corbel" w:hAnsi="Corbel"/>
          <w:sz w:val="24"/>
          <w:szCs w:val="24"/>
        </w:rPr>
        <w:t>2</w:t>
      </w:r>
      <w:r w:rsidR="0006688F" w:rsidRPr="0006688F">
        <w:rPr>
          <w:rFonts w:ascii="Corbel" w:hAnsi="Corbel"/>
          <w:sz w:val="24"/>
          <w:szCs w:val="24"/>
        </w:rPr>
        <w:t>4</w:t>
      </w:r>
      <w:r w:rsidR="00912BE1" w:rsidRPr="0006688F">
        <w:rPr>
          <w:rFonts w:ascii="Corbel" w:hAnsi="Corbel"/>
          <w:sz w:val="24"/>
          <w:szCs w:val="24"/>
        </w:rPr>
        <w:t>/202</w:t>
      </w:r>
      <w:r w:rsidR="0006688F" w:rsidRPr="0006688F">
        <w:rPr>
          <w:rFonts w:ascii="Corbel" w:hAnsi="Corbel"/>
          <w:sz w:val="24"/>
          <w:szCs w:val="24"/>
        </w:rPr>
        <w:t>5</w:t>
      </w:r>
    </w:p>
    <w:p w14:paraId="6621200A" w14:textId="77777777" w:rsidR="0085747A" w:rsidRPr="0006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06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688F">
        <w:rPr>
          <w:rFonts w:ascii="Corbel" w:hAnsi="Corbel"/>
          <w:szCs w:val="24"/>
        </w:rPr>
        <w:t xml:space="preserve">1. </w:t>
      </w:r>
      <w:r w:rsidR="0085747A" w:rsidRPr="0006688F">
        <w:rPr>
          <w:rFonts w:ascii="Corbel" w:hAnsi="Corbel"/>
          <w:szCs w:val="24"/>
        </w:rPr>
        <w:t xml:space="preserve">Podstawowe </w:t>
      </w:r>
      <w:r w:rsidR="00445970" w:rsidRPr="0006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6688F" w14:paraId="40A7E305" w14:textId="77777777" w:rsidTr="0039708F">
        <w:tc>
          <w:tcPr>
            <w:tcW w:w="2694" w:type="dxa"/>
            <w:vAlign w:val="center"/>
          </w:tcPr>
          <w:p w14:paraId="17D6A9FB" w14:textId="77777777" w:rsidR="0085747A" w:rsidRPr="000668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50D67C1" w:rsidR="0085747A" w:rsidRPr="0006688F" w:rsidRDefault="008348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Cs/>
                <w:sz w:val="24"/>
                <w:szCs w:val="24"/>
              </w:rPr>
              <w:t>Trening umiejętności interpersonalnych</w:t>
            </w:r>
          </w:p>
        </w:tc>
      </w:tr>
      <w:tr w:rsidR="0085747A" w:rsidRPr="0006688F" w14:paraId="6C9699AA" w14:textId="77777777" w:rsidTr="0039708F">
        <w:tc>
          <w:tcPr>
            <w:tcW w:w="2694" w:type="dxa"/>
            <w:vAlign w:val="center"/>
          </w:tcPr>
          <w:p w14:paraId="03BD0BF0" w14:textId="77777777" w:rsidR="0085747A" w:rsidRPr="000668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6688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06688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6688F" w14:paraId="54A8294D" w14:textId="77777777" w:rsidTr="0039708F">
        <w:tc>
          <w:tcPr>
            <w:tcW w:w="2694" w:type="dxa"/>
            <w:vAlign w:val="center"/>
          </w:tcPr>
          <w:p w14:paraId="6892121B" w14:textId="77777777" w:rsidR="0085747A" w:rsidRPr="0006688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6688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7460C39E" w:rsidR="0085747A" w:rsidRPr="0006688F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6688F" w14:paraId="782C482F" w14:textId="77777777" w:rsidTr="0039708F">
        <w:tc>
          <w:tcPr>
            <w:tcW w:w="2694" w:type="dxa"/>
            <w:vAlign w:val="center"/>
          </w:tcPr>
          <w:p w14:paraId="524548D0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3E8A51A2" w:rsidR="0085747A" w:rsidRPr="0006688F" w:rsidRDefault="005A2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5D0E92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06688F" w14:paraId="36591D91" w14:textId="77777777" w:rsidTr="0039708F">
        <w:tc>
          <w:tcPr>
            <w:tcW w:w="2694" w:type="dxa"/>
            <w:vAlign w:val="center"/>
          </w:tcPr>
          <w:p w14:paraId="55DA27A9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5380FE7D" w:rsidR="0085747A" w:rsidRPr="0006688F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0112A" w:rsidRPr="0006688F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06688F" w14:paraId="215D0F3D" w14:textId="77777777" w:rsidTr="0039708F">
        <w:tc>
          <w:tcPr>
            <w:tcW w:w="2694" w:type="dxa"/>
            <w:vAlign w:val="center"/>
          </w:tcPr>
          <w:p w14:paraId="13D02490" w14:textId="77777777" w:rsidR="0085747A" w:rsidRPr="0006688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595427D7" w:rsidR="0085747A" w:rsidRPr="0006688F" w:rsidRDefault="00092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348D2" w:rsidRPr="0006688F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06688F" w14:paraId="33F8C96A" w14:textId="77777777" w:rsidTr="0039708F">
        <w:tc>
          <w:tcPr>
            <w:tcW w:w="2694" w:type="dxa"/>
            <w:vAlign w:val="center"/>
          </w:tcPr>
          <w:p w14:paraId="0A1E623E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06688F" w:rsidRDefault="00A752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6688F" w14:paraId="2DD51570" w14:textId="77777777" w:rsidTr="0039708F">
        <w:tc>
          <w:tcPr>
            <w:tcW w:w="2694" w:type="dxa"/>
            <w:vAlign w:val="center"/>
          </w:tcPr>
          <w:p w14:paraId="6A53B8A7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06688F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 w:rsidRPr="0006688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06688F" w14:paraId="040AFF42" w14:textId="77777777" w:rsidTr="0039708F">
        <w:tc>
          <w:tcPr>
            <w:tcW w:w="2694" w:type="dxa"/>
            <w:vAlign w:val="center"/>
          </w:tcPr>
          <w:p w14:paraId="62A432D1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6688F">
              <w:rPr>
                <w:rFonts w:ascii="Corbel" w:hAnsi="Corbel"/>
                <w:sz w:val="24"/>
                <w:szCs w:val="24"/>
              </w:rPr>
              <w:t>/y</w:t>
            </w:r>
            <w:r w:rsidRPr="0006688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06EEF4B1" w:rsidR="0085747A" w:rsidRPr="0006688F" w:rsidRDefault="00092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06688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348D2" w:rsidRPr="000668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152B" w:rsidRPr="0006688F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7B5C2F" w:rsidRPr="0006688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06688F" w14:paraId="6CB354D9" w14:textId="77777777" w:rsidTr="0039708F">
        <w:tc>
          <w:tcPr>
            <w:tcW w:w="2694" w:type="dxa"/>
            <w:vAlign w:val="center"/>
          </w:tcPr>
          <w:p w14:paraId="34EF2805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77549C26" w:rsidR="0085747A" w:rsidRPr="0006688F" w:rsidRDefault="007B5C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06688F" w14:paraId="2A5BB727" w14:textId="77777777" w:rsidTr="0039708F">
        <w:tc>
          <w:tcPr>
            <w:tcW w:w="2694" w:type="dxa"/>
            <w:vAlign w:val="center"/>
          </w:tcPr>
          <w:p w14:paraId="36CAEDFC" w14:textId="77777777" w:rsidR="00923D7D" w:rsidRPr="0006688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06688F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6688F" w14:paraId="142143DA" w14:textId="77777777" w:rsidTr="0039708F">
        <w:tc>
          <w:tcPr>
            <w:tcW w:w="2694" w:type="dxa"/>
            <w:vAlign w:val="center"/>
          </w:tcPr>
          <w:p w14:paraId="1B8E2B5C" w14:textId="77777777" w:rsidR="0085747A" w:rsidRPr="000668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4423D7DE" w:rsidR="0085747A" w:rsidRPr="0006688F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06688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06688F">
              <w:rPr>
                <w:rFonts w:ascii="Corbel" w:hAnsi="Corbel"/>
                <w:b w:val="0"/>
                <w:sz w:val="24"/>
                <w:szCs w:val="24"/>
              </w:rPr>
              <w:t>Anna Wańczyk-Welc</w:t>
            </w:r>
          </w:p>
        </w:tc>
      </w:tr>
      <w:tr w:rsidR="0039708F" w:rsidRPr="00D976FA" w14:paraId="299B57EB" w14:textId="77777777" w:rsidTr="0039708F">
        <w:tc>
          <w:tcPr>
            <w:tcW w:w="2694" w:type="dxa"/>
            <w:vAlign w:val="center"/>
          </w:tcPr>
          <w:p w14:paraId="5B34C82D" w14:textId="77777777" w:rsidR="0039708F" w:rsidRPr="0006688F" w:rsidRDefault="0039708F" w:rsidP="0039708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0FCA75AA" w:rsidR="0039708F" w:rsidRPr="00D976FA" w:rsidRDefault="0039708F" w:rsidP="00397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6F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6688F" w:rsidRPr="00D976FA">
              <w:rPr>
                <w:rFonts w:ascii="Corbel" w:hAnsi="Corbel"/>
                <w:b w:val="0"/>
                <w:sz w:val="24"/>
                <w:szCs w:val="24"/>
              </w:rPr>
              <w:t>Anna Wańczyk-Welc</w:t>
            </w:r>
            <w:r w:rsidR="00D976FA" w:rsidRPr="00D976FA">
              <w:rPr>
                <w:rFonts w:ascii="Corbel" w:hAnsi="Corbel"/>
                <w:b w:val="0"/>
                <w:sz w:val="24"/>
                <w:szCs w:val="24"/>
              </w:rPr>
              <w:t>, dr Anna E</w:t>
            </w:r>
            <w:r w:rsidR="00D976FA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976FA" w:rsidRPr="00D976FA">
              <w:rPr>
                <w:rFonts w:ascii="Corbel" w:hAnsi="Corbel"/>
                <w:b w:val="0"/>
                <w:sz w:val="24"/>
                <w:szCs w:val="24"/>
              </w:rPr>
              <w:t>glert-Bator, dr Małgorzata Ma</w:t>
            </w:r>
            <w:r w:rsidR="00D976FA">
              <w:rPr>
                <w:rFonts w:ascii="Corbel" w:hAnsi="Corbel"/>
                <w:b w:val="0"/>
                <w:sz w:val="24"/>
                <w:szCs w:val="24"/>
              </w:rPr>
              <w:t>rmola</w:t>
            </w:r>
          </w:p>
        </w:tc>
      </w:tr>
    </w:tbl>
    <w:p w14:paraId="47888A0B" w14:textId="77777777" w:rsidR="0085747A" w:rsidRPr="0006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sz w:val="24"/>
          <w:szCs w:val="24"/>
        </w:rPr>
        <w:t xml:space="preserve">* </w:t>
      </w:r>
      <w:r w:rsidRPr="0006688F">
        <w:rPr>
          <w:rFonts w:ascii="Corbel" w:hAnsi="Corbel"/>
          <w:i/>
          <w:sz w:val="24"/>
          <w:szCs w:val="24"/>
        </w:rPr>
        <w:t>-</w:t>
      </w:r>
      <w:r w:rsidR="00B90885" w:rsidRPr="0006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6688F">
        <w:rPr>
          <w:rFonts w:ascii="Corbel" w:hAnsi="Corbel"/>
          <w:b w:val="0"/>
          <w:sz w:val="24"/>
          <w:szCs w:val="24"/>
        </w:rPr>
        <w:t>e,</w:t>
      </w:r>
      <w:r w:rsidRPr="0006688F">
        <w:rPr>
          <w:rFonts w:ascii="Corbel" w:hAnsi="Corbel"/>
          <w:i/>
          <w:sz w:val="24"/>
          <w:szCs w:val="24"/>
        </w:rPr>
        <w:t xml:space="preserve"> </w:t>
      </w:r>
      <w:r w:rsidRPr="0006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6688F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06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06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sz w:val="24"/>
          <w:szCs w:val="24"/>
        </w:rPr>
        <w:t>1.</w:t>
      </w:r>
      <w:r w:rsidR="00E22FBC" w:rsidRPr="0006688F">
        <w:rPr>
          <w:rFonts w:ascii="Corbel" w:hAnsi="Corbel"/>
          <w:sz w:val="24"/>
          <w:szCs w:val="24"/>
        </w:rPr>
        <w:t>1</w:t>
      </w:r>
      <w:r w:rsidRPr="0006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06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6688F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06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(</w:t>
            </w:r>
            <w:r w:rsidR="00363F78" w:rsidRPr="0006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88F">
              <w:rPr>
                <w:rFonts w:ascii="Corbel" w:hAnsi="Corbel"/>
                <w:szCs w:val="24"/>
              </w:rPr>
              <w:t>Konw</w:t>
            </w:r>
            <w:proofErr w:type="spellEnd"/>
            <w:r w:rsidRPr="0006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0251E862" w:rsidR="00015B8F" w:rsidRPr="0006688F" w:rsidRDefault="007B5C2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Lab</w:t>
            </w:r>
            <w:r w:rsidR="008348D2" w:rsidRPr="0006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88F">
              <w:rPr>
                <w:rFonts w:ascii="Corbel" w:hAnsi="Corbel"/>
                <w:szCs w:val="24"/>
              </w:rPr>
              <w:t>Sem</w:t>
            </w:r>
            <w:proofErr w:type="spellEnd"/>
            <w:r w:rsidRPr="0006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688F">
              <w:rPr>
                <w:rFonts w:ascii="Corbel" w:hAnsi="Corbel"/>
                <w:szCs w:val="24"/>
              </w:rPr>
              <w:t>Prakt</w:t>
            </w:r>
            <w:proofErr w:type="spellEnd"/>
            <w:r w:rsidRPr="0006688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083B7D4E" w:rsidR="00015B8F" w:rsidRPr="0006688F" w:rsidRDefault="007B5C2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88F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06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688F">
              <w:rPr>
                <w:rFonts w:ascii="Corbel" w:hAnsi="Corbel"/>
                <w:b/>
                <w:szCs w:val="24"/>
              </w:rPr>
              <w:t>Liczba pkt</w:t>
            </w:r>
            <w:r w:rsidR="00B90885" w:rsidRPr="0006688F">
              <w:rPr>
                <w:rFonts w:ascii="Corbel" w:hAnsi="Corbel"/>
                <w:b/>
                <w:szCs w:val="24"/>
              </w:rPr>
              <w:t>.</w:t>
            </w:r>
            <w:r w:rsidRPr="0006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6688F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426E5507" w:rsidR="00015B8F" w:rsidRPr="0006688F" w:rsidRDefault="007B5C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0DF43606" w:rsidR="00015B8F" w:rsidRPr="0006688F" w:rsidRDefault="00092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2179078" w:rsidR="00015B8F" w:rsidRPr="0006688F" w:rsidRDefault="00092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4D0E09EF" w:rsidR="00015B8F" w:rsidRPr="0006688F" w:rsidRDefault="00092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6765CEC6" w:rsidR="00015B8F" w:rsidRPr="0006688F" w:rsidRDefault="007B5C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2E9FF476" w:rsidR="00015B8F" w:rsidRPr="0006688F" w:rsidRDefault="00092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49721627" w:rsidR="00015B8F" w:rsidRPr="0006688F" w:rsidRDefault="00092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38C8B45B" w:rsidR="00015B8F" w:rsidRPr="0006688F" w:rsidRDefault="00092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386D0594" w:rsidR="00015B8F" w:rsidRPr="0006688F" w:rsidRDefault="007B5C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47AF9823" w:rsidR="00015B8F" w:rsidRPr="0006688F" w:rsidRDefault="00181A9A" w:rsidP="007B5C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06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06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06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>1.</w:t>
      </w:r>
      <w:r w:rsidR="00E22FBC" w:rsidRPr="0006688F">
        <w:rPr>
          <w:rFonts w:ascii="Corbel" w:hAnsi="Corbel"/>
          <w:smallCaps w:val="0"/>
          <w:szCs w:val="24"/>
        </w:rPr>
        <w:t>2</w:t>
      </w:r>
      <w:r w:rsidR="00F83B28" w:rsidRPr="0006688F">
        <w:rPr>
          <w:rFonts w:ascii="Corbel" w:hAnsi="Corbel"/>
          <w:smallCaps w:val="0"/>
          <w:szCs w:val="24"/>
        </w:rPr>
        <w:t>.</w:t>
      </w:r>
      <w:r w:rsidR="00F83B28" w:rsidRPr="0006688F">
        <w:rPr>
          <w:rFonts w:ascii="Corbel" w:hAnsi="Corbel"/>
          <w:smallCaps w:val="0"/>
          <w:szCs w:val="24"/>
        </w:rPr>
        <w:tab/>
      </w:r>
      <w:r w:rsidRPr="0006688F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06688F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6688F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06688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06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688F">
        <w:rPr>
          <w:rFonts w:ascii="Segoe UI Symbol" w:eastAsia="MS Gothic" w:hAnsi="Segoe UI Symbol" w:cs="Segoe UI Symbol"/>
          <w:b w:val="0"/>
          <w:szCs w:val="24"/>
        </w:rPr>
        <w:t>☐</w:t>
      </w:r>
      <w:r w:rsidRPr="0006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96A9FF" w14:textId="7434B2A1" w:rsidR="008348D2" w:rsidRPr="0006688F" w:rsidRDefault="00E22FBC" w:rsidP="007B5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6688F">
        <w:rPr>
          <w:rFonts w:ascii="Corbel" w:hAnsi="Corbel"/>
          <w:smallCaps w:val="0"/>
          <w:szCs w:val="24"/>
        </w:rPr>
        <w:t xml:space="preserve">1.3 </w:t>
      </w:r>
      <w:r w:rsidR="00F83B28" w:rsidRPr="0006688F">
        <w:rPr>
          <w:rFonts w:ascii="Corbel" w:hAnsi="Corbel"/>
          <w:smallCaps w:val="0"/>
          <w:szCs w:val="24"/>
        </w:rPr>
        <w:tab/>
      </w:r>
      <w:r w:rsidRPr="0006688F">
        <w:rPr>
          <w:rFonts w:ascii="Corbel" w:hAnsi="Corbel"/>
          <w:smallCaps w:val="0"/>
          <w:szCs w:val="24"/>
        </w:rPr>
        <w:t>For</w:t>
      </w:r>
      <w:r w:rsidR="00445970" w:rsidRPr="0006688F">
        <w:rPr>
          <w:rFonts w:ascii="Corbel" w:hAnsi="Corbel"/>
          <w:smallCaps w:val="0"/>
          <w:szCs w:val="24"/>
        </w:rPr>
        <w:t xml:space="preserve">ma zaliczenia przedmiotu </w:t>
      </w:r>
      <w:r w:rsidRPr="0006688F">
        <w:rPr>
          <w:rFonts w:ascii="Corbel" w:hAnsi="Corbel"/>
          <w:smallCaps w:val="0"/>
          <w:szCs w:val="24"/>
        </w:rPr>
        <w:t>(z toku)</w:t>
      </w:r>
      <w:r w:rsidR="001D2AA0" w:rsidRPr="0006688F">
        <w:rPr>
          <w:rFonts w:ascii="Corbel" w:hAnsi="Corbel"/>
          <w:smallCaps w:val="0"/>
          <w:szCs w:val="24"/>
        </w:rPr>
        <w:t xml:space="preserve">: </w:t>
      </w:r>
      <w:r w:rsidR="007B5C2F" w:rsidRPr="0006688F">
        <w:rPr>
          <w:rFonts w:ascii="Corbel" w:hAnsi="Corbel"/>
          <w:b w:val="0"/>
          <w:smallCaps w:val="0"/>
          <w:szCs w:val="24"/>
        </w:rPr>
        <w:t>zaliczenie z oceną</w:t>
      </w:r>
    </w:p>
    <w:p w14:paraId="6723F1B9" w14:textId="77777777" w:rsidR="00E960BB" w:rsidRPr="0006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06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6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688F" w14:paraId="5E96D769" w14:textId="77777777" w:rsidTr="00745302">
        <w:tc>
          <w:tcPr>
            <w:tcW w:w="9670" w:type="dxa"/>
          </w:tcPr>
          <w:p w14:paraId="5F97D36D" w14:textId="373D98A2" w:rsidR="0085747A" w:rsidRPr="0006688F" w:rsidRDefault="0006688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wymagań. </w:t>
            </w:r>
          </w:p>
        </w:tc>
      </w:tr>
    </w:tbl>
    <w:p w14:paraId="5BD2B6AD" w14:textId="563B260F" w:rsidR="00087E43" w:rsidRPr="0006688F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6688F">
        <w:rPr>
          <w:rFonts w:ascii="Corbel" w:hAnsi="Corbel"/>
          <w:szCs w:val="24"/>
        </w:rPr>
        <w:br w:type="page"/>
      </w:r>
    </w:p>
    <w:p w14:paraId="362FE2A5" w14:textId="77777777" w:rsidR="00153C41" w:rsidRPr="0006688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18EE7D49" w:rsidR="0085747A" w:rsidRPr="0006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6688F">
        <w:rPr>
          <w:rFonts w:ascii="Corbel" w:hAnsi="Corbel"/>
          <w:szCs w:val="24"/>
        </w:rPr>
        <w:t>3.</w:t>
      </w:r>
      <w:r w:rsidR="0085747A" w:rsidRPr="0006688F">
        <w:rPr>
          <w:rFonts w:ascii="Corbel" w:hAnsi="Corbel"/>
          <w:szCs w:val="24"/>
        </w:rPr>
        <w:t xml:space="preserve"> </w:t>
      </w:r>
      <w:r w:rsidR="00A84C85" w:rsidRPr="0006688F">
        <w:rPr>
          <w:rFonts w:ascii="Corbel" w:hAnsi="Corbel"/>
          <w:szCs w:val="24"/>
        </w:rPr>
        <w:t>cele, efekty uczenia się</w:t>
      </w:r>
      <w:r w:rsidR="0085747A" w:rsidRPr="0006688F">
        <w:rPr>
          <w:rFonts w:ascii="Corbel" w:hAnsi="Corbel"/>
          <w:szCs w:val="24"/>
        </w:rPr>
        <w:t>, treści Programowe i stosowane metody Dydaktyczne</w:t>
      </w:r>
    </w:p>
    <w:p w14:paraId="2FD6FE6D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Pr="0006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sz w:val="24"/>
          <w:szCs w:val="24"/>
        </w:rPr>
        <w:t xml:space="preserve">3.1 </w:t>
      </w:r>
      <w:r w:rsidR="00C05F44" w:rsidRPr="0006688F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06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06688F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06688F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32418D89" w:rsidR="009A623D" w:rsidRPr="0006688F" w:rsidRDefault="004C6B41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rzybliżenie studentom problem</w:t>
            </w:r>
            <w:r w:rsidR="008348D2" w:rsidRPr="0006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atyki interakcji społecznych i </w:t>
            </w: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roli </w:t>
            </w:r>
            <w:r w:rsidR="008348D2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ind</w:t>
            </w: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="008348D2" w:rsidRPr="0006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widualnych </w:t>
            </w: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umiejętności w tworzeniu więzi międzyludzkich</w:t>
            </w:r>
            <w:r w:rsidR="007B5C2F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06688F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06688F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17DF9405" w:rsidR="009A623D" w:rsidRPr="0006688F" w:rsidRDefault="004C6B41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wrócenie uwagi na złożo</w:t>
            </w: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ność procesów interpersonalnych</w:t>
            </w:r>
            <w:r w:rsidR="007B5C2F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06688F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06688F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773E2FB9" w:rsidR="009A623D" w:rsidRPr="0006688F" w:rsidRDefault="004C6B41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9A623D" w:rsidRPr="0006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mówienie </w:t>
            </w: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najważniejszych mechanizmów </w:t>
            </w:r>
            <w:proofErr w:type="spellStart"/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ludzi w różnych kontekstach</w:t>
            </w:r>
            <w:r w:rsidR="007B5C2F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06688F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06688F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27B9B6FB" w:rsidR="009A623D" w:rsidRPr="0006688F" w:rsidRDefault="004C6B41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rzygotowanie do kontaktu z dziećmi, młodzie</w:t>
            </w:r>
            <w:r w:rsidRPr="0006688F">
              <w:rPr>
                <w:rFonts w:ascii="Corbel" w:hAnsi="Corbel"/>
                <w:b w:val="0"/>
                <w:bCs/>
                <w:sz w:val="24"/>
                <w:szCs w:val="24"/>
              </w:rPr>
              <w:t>żą i dorosłymi</w:t>
            </w:r>
            <w:r w:rsidR="007B5C2F" w:rsidRPr="0006688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Pr="0006688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b/>
          <w:sz w:val="24"/>
          <w:szCs w:val="24"/>
        </w:rPr>
        <w:t xml:space="preserve">3.2 </w:t>
      </w:r>
      <w:r w:rsidR="001D7B54" w:rsidRPr="0006688F">
        <w:rPr>
          <w:rFonts w:ascii="Corbel" w:hAnsi="Corbel"/>
          <w:b/>
          <w:sz w:val="24"/>
          <w:szCs w:val="24"/>
        </w:rPr>
        <w:t xml:space="preserve">Efekty </w:t>
      </w:r>
      <w:r w:rsidR="00C05F44" w:rsidRPr="0006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6688F">
        <w:rPr>
          <w:rFonts w:ascii="Corbel" w:hAnsi="Corbel"/>
          <w:b/>
          <w:sz w:val="24"/>
          <w:szCs w:val="24"/>
        </w:rPr>
        <w:t>dla przedmiotu</w:t>
      </w:r>
      <w:r w:rsidR="00445970" w:rsidRPr="0006688F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06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A4D12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A4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9A4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A4D12" w:rsidRDefault="002464DD" w:rsidP="00DE24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  <w:r w:rsidR="0085747A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3857AE3C" w:rsidR="0085747A" w:rsidRPr="009A4D12" w:rsidRDefault="0085747A" w:rsidP="000668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</w:t>
            </w:r>
          </w:p>
        </w:tc>
      </w:tr>
      <w:tr w:rsidR="0085747A" w:rsidRPr="009A4D12" w14:paraId="5D356227" w14:textId="77777777" w:rsidTr="002D4111">
        <w:tc>
          <w:tcPr>
            <w:tcW w:w="1680" w:type="dxa"/>
          </w:tcPr>
          <w:p w14:paraId="36A722B8" w14:textId="58548467" w:rsidR="0085747A" w:rsidRPr="009A4D12" w:rsidRDefault="0085747A" w:rsidP="00DE242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DE2420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_0</w:t>
            </w:r>
            <w:r w:rsidR="002D4111"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1820C3BB" w:rsidR="0006688F" w:rsidRPr="009A4D12" w:rsidRDefault="0006688F" w:rsidP="009C54AE">
            <w:pPr>
              <w:pStyle w:val="Punktygwne"/>
              <w:spacing w:before="0" w:after="0"/>
              <w:rPr>
                <w:rFonts w:ascii="Corbel" w:hAnsi="Corbel" w:cs="Calibri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w stopniu pogłębionym zna i rozumie problematykę dotyczącą procesów </w:t>
            </w:r>
            <w:r w:rsidR="002A6277"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komunikowania interpersonalnego, </w:t>
            </w: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ich prawidłowości i zakłóceń</w:t>
            </w:r>
          </w:p>
        </w:tc>
        <w:tc>
          <w:tcPr>
            <w:tcW w:w="1865" w:type="dxa"/>
          </w:tcPr>
          <w:p w14:paraId="258AE9BB" w14:textId="2F352BA4" w:rsidR="002D4111" w:rsidRPr="009A4D12" w:rsidRDefault="00BF34C3" w:rsidP="000668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K_W08</w:t>
            </w:r>
          </w:p>
        </w:tc>
      </w:tr>
      <w:tr w:rsidR="0006688F" w:rsidRPr="009A4D12" w14:paraId="0544591E" w14:textId="77777777" w:rsidTr="002D4111">
        <w:tc>
          <w:tcPr>
            <w:tcW w:w="1680" w:type="dxa"/>
          </w:tcPr>
          <w:p w14:paraId="050B52A7" w14:textId="17C4712B" w:rsidR="0006688F" w:rsidRPr="009A4D12" w:rsidRDefault="009A4D12" w:rsidP="000668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7A312C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1E6E82A6" w14:textId="397AD830" w:rsidR="0006688F" w:rsidRPr="009A4D12" w:rsidRDefault="0006688F" w:rsidP="000668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potrafi wykorzystywać różne zaawansowane techniki komunikacyjne i sprawnie porozumiewać się przy ich użyciu w kontakcie z </w:t>
            </w:r>
            <w:r w:rsidR="002A6277"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dzieckiem, młodzież</w:t>
            </w:r>
            <w:r w:rsid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ą</w:t>
            </w:r>
            <w:r w:rsidR="002A6277"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lub osobą dorosłą</w:t>
            </w:r>
          </w:p>
        </w:tc>
        <w:tc>
          <w:tcPr>
            <w:tcW w:w="1865" w:type="dxa"/>
          </w:tcPr>
          <w:p w14:paraId="1096D3B4" w14:textId="199C6367" w:rsidR="0006688F" w:rsidRPr="009A4D12" w:rsidRDefault="002A6277" w:rsidP="000668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</w:tc>
      </w:tr>
      <w:tr w:rsidR="002A6277" w:rsidRPr="009A4D12" w14:paraId="6C820EEC" w14:textId="77777777" w:rsidTr="002D4111">
        <w:tc>
          <w:tcPr>
            <w:tcW w:w="1680" w:type="dxa"/>
          </w:tcPr>
          <w:p w14:paraId="059C6E79" w14:textId="4A2983DD" w:rsidR="002A6277" w:rsidRPr="009A4D12" w:rsidRDefault="009A4D12" w:rsidP="000668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7A312C">
              <w:rPr>
                <w:rFonts w:ascii="Corbel" w:hAnsi="Corbel"/>
                <w:b w:val="0"/>
                <w:bCs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D46D9E4" w14:textId="01832191" w:rsidR="002A6277" w:rsidRPr="009A4D12" w:rsidRDefault="002A6277" w:rsidP="0006688F">
            <w:pPr>
              <w:pStyle w:val="Punktygwne"/>
              <w:spacing w:before="0" w:after="0"/>
              <w:rPr>
                <w:rFonts w:ascii="Corbel" w:hAnsi="Corbel" w:cs="Calibri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potrafi kierować kreatywnie pracą zespołu, bezkonfliktowo i empatycznie współdziałać z innymi osobami i podejmować rol</w:t>
            </w:r>
            <w:r w:rsidR="004224CB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ę</w:t>
            </w: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 </w:t>
            </w:r>
            <w:r w:rsidR="004224CB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inicjatora komunikacji</w:t>
            </w:r>
          </w:p>
        </w:tc>
        <w:tc>
          <w:tcPr>
            <w:tcW w:w="1865" w:type="dxa"/>
          </w:tcPr>
          <w:p w14:paraId="0221FA0A" w14:textId="31613813" w:rsidR="002A6277" w:rsidRPr="009A4D12" w:rsidRDefault="002A6277" w:rsidP="000668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K_U12</w:t>
            </w:r>
          </w:p>
        </w:tc>
      </w:tr>
      <w:tr w:rsidR="002A6277" w:rsidRPr="009A4D12" w14:paraId="70C05DA9" w14:textId="77777777" w:rsidTr="002D4111">
        <w:tc>
          <w:tcPr>
            <w:tcW w:w="1680" w:type="dxa"/>
          </w:tcPr>
          <w:p w14:paraId="30B06A31" w14:textId="6ABE31FA" w:rsidR="002A6277" w:rsidRPr="009A4D12" w:rsidRDefault="009A4D12" w:rsidP="002A627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7A312C">
              <w:rPr>
                <w:rFonts w:ascii="Corbel" w:hAnsi="Corbel"/>
                <w:b w:val="0"/>
                <w:bCs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AE6B309" w14:textId="7C3577AC" w:rsidR="002A6277" w:rsidRPr="009A4D12" w:rsidRDefault="002A6277" w:rsidP="002A6277">
            <w:pPr>
              <w:pStyle w:val="Punktygwne"/>
              <w:spacing w:before="0" w:after="0"/>
              <w:rPr>
                <w:rFonts w:ascii="Corbel" w:hAnsi="Corbel" w:cs="Calibri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jest gotów do otwartości </w:t>
            </w:r>
            <w:r w:rsidR="009A4D12"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komunikacyjnej </w:t>
            </w:r>
            <w:r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 xml:space="preserve">i wchodzenia w relacje oraz doskonalenia </w:t>
            </w:r>
            <w:r w:rsidR="009A4D12" w:rsidRPr="009A4D12">
              <w:rPr>
                <w:rFonts w:ascii="Corbel" w:hAnsi="Corbel" w:cs="Calibri"/>
                <w:b w:val="0"/>
                <w:bCs/>
                <w:smallCaps w:val="0"/>
                <w:szCs w:val="24"/>
              </w:rPr>
              <w:t>swoich umiejętności interpersonalnych</w:t>
            </w:r>
          </w:p>
        </w:tc>
        <w:tc>
          <w:tcPr>
            <w:tcW w:w="1865" w:type="dxa"/>
          </w:tcPr>
          <w:p w14:paraId="7F6F6D48" w14:textId="55999EB5" w:rsidR="002A6277" w:rsidRPr="009A4D12" w:rsidRDefault="002A6277" w:rsidP="002A6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A4D12">
              <w:rPr>
                <w:rFonts w:ascii="Corbel" w:hAnsi="Corbel"/>
                <w:b w:val="0"/>
                <w:bCs/>
                <w:smallCaps w:val="0"/>
                <w:szCs w:val="24"/>
              </w:rPr>
              <w:t>K_K06</w:t>
            </w:r>
          </w:p>
        </w:tc>
      </w:tr>
    </w:tbl>
    <w:p w14:paraId="51764946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9A43" w14:textId="77777777" w:rsidR="008C0A04" w:rsidRPr="0006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6688F">
        <w:rPr>
          <w:rFonts w:ascii="Corbel" w:hAnsi="Corbel"/>
          <w:b/>
          <w:sz w:val="24"/>
          <w:szCs w:val="24"/>
        </w:rPr>
        <w:t>3.3</w:t>
      </w:r>
      <w:r w:rsidR="001D7B54" w:rsidRPr="0006688F">
        <w:rPr>
          <w:rFonts w:ascii="Corbel" w:hAnsi="Corbel"/>
          <w:b/>
          <w:sz w:val="24"/>
          <w:szCs w:val="24"/>
        </w:rPr>
        <w:t xml:space="preserve"> </w:t>
      </w:r>
      <w:r w:rsidR="0085747A" w:rsidRPr="0006688F">
        <w:rPr>
          <w:rFonts w:ascii="Corbel" w:hAnsi="Corbel"/>
          <w:b/>
          <w:sz w:val="24"/>
          <w:szCs w:val="24"/>
        </w:rPr>
        <w:t>T</w:t>
      </w:r>
      <w:r w:rsidR="001D7B54" w:rsidRPr="0006688F">
        <w:rPr>
          <w:rFonts w:ascii="Corbel" w:hAnsi="Corbel"/>
          <w:b/>
          <w:sz w:val="24"/>
          <w:szCs w:val="24"/>
        </w:rPr>
        <w:t xml:space="preserve">reści programowe </w:t>
      </w:r>
    </w:p>
    <w:p w14:paraId="79BDD130" w14:textId="77777777" w:rsidR="007A305B" w:rsidRPr="0006688F" w:rsidRDefault="007A305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36F8F7" w14:textId="77777777" w:rsidR="007A305B" w:rsidRPr="0006688F" w:rsidRDefault="007327BD" w:rsidP="007A305B">
      <w:pPr>
        <w:pStyle w:val="Akapitzlist"/>
        <w:numPr>
          <w:ilvl w:val="0"/>
          <w:numId w:val="1"/>
        </w:numPr>
        <w:spacing w:after="120" w:line="240" w:lineRule="auto"/>
        <w:ind w:left="426" w:hanging="142"/>
        <w:jc w:val="both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sz w:val="24"/>
          <w:szCs w:val="24"/>
        </w:rPr>
        <w:t xml:space="preserve">  </w:t>
      </w:r>
      <w:r w:rsidR="007A305B" w:rsidRPr="0006688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A305B" w:rsidRPr="0006688F" w14:paraId="55E1CFA5" w14:textId="77777777" w:rsidTr="007A305B">
        <w:tc>
          <w:tcPr>
            <w:tcW w:w="9491" w:type="dxa"/>
          </w:tcPr>
          <w:p w14:paraId="68F9E562" w14:textId="77777777" w:rsidR="007A305B" w:rsidRPr="0006688F" w:rsidRDefault="007A305B" w:rsidP="00BB741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A305B" w:rsidRPr="0006688F" w14:paraId="21DB6BA8" w14:textId="77777777" w:rsidTr="007A305B">
        <w:tc>
          <w:tcPr>
            <w:tcW w:w="9491" w:type="dxa"/>
          </w:tcPr>
          <w:p w14:paraId="52E7CE1F" w14:textId="171A824B" w:rsidR="007A305B" w:rsidRPr="0006688F" w:rsidRDefault="007A305B" w:rsidP="00BB741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Cs/>
                <w:iCs/>
                <w:sz w:val="24"/>
                <w:szCs w:val="24"/>
              </w:rPr>
              <w:t>-----</w:t>
            </w:r>
          </w:p>
        </w:tc>
      </w:tr>
    </w:tbl>
    <w:p w14:paraId="41E5EC01" w14:textId="0BD2E2B2" w:rsidR="0085747A" w:rsidRPr="0006688F" w:rsidRDefault="0085747A" w:rsidP="007A305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8DBF56" w14:textId="6F0538BC" w:rsidR="008C0A04" w:rsidRPr="0006688F" w:rsidRDefault="007A305B" w:rsidP="007A305B">
      <w:pPr>
        <w:spacing w:after="120" w:line="240" w:lineRule="auto"/>
        <w:ind w:left="284"/>
        <w:jc w:val="both"/>
        <w:rPr>
          <w:rFonts w:ascii="Corbel" w:hAnsi="Corbel"/>
          <w:sz w:val="24"/>
          <w:szCs w:val="24"/>
        </w:rPr>
      </w:pPr>
      <w:r w:rsidRPr="0006688F">
        <w:rPr>
          <w:rFonts w:ascii="Corbel" w:hAnsi="Corbel"/>
          <w:sz w:val="24"/>
          <w:szCs w:val="24"/>
        </w:rPr>
        <w:t xml:space="preserve">B. </w:t>
      </w:r>
      <w:r w:rsidR="0085747A" w:rsidRPr="0006688F">
        <w:rPr>
          <w:rFonts w:ascii="Corbel" w:hAnsi="Corbel"/>
          <w:sz w:val="24"/>
          <w:szCs w:val="24"/>
        </w:rPr>
        <w:t>Problematyka w</w:t>
      </w:r>
      <w:r w:rsidR="00062B96" w:rsidRPr="0006688F">
        <w:rPr>
          <w:rFonts w:ascii="Corbel" w:hAnsi="Corbel"/>
          <w:sz w:val="24"/>
          <w:szCs w:val="24"/>
        </w:rPr>
        <w:t>arsztatów</w:t>
      </w:r>
      <w:r w:rsidR="0085747A" w:rsidRPr="0006688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6688F" w14:paraId="7BAD91AA" w14:textId="77777777" w:rsidTr="00C3359A">
        <w:tc>
          <w:tcPr>
            <w:tcW w:w="9520" w:type="dxa"/>
          </w:tcPr>
          <w:p w14:paraId="31393B88" w14:textId="77777777" w:rsidR="0085747A" w:rsidRPr="0006688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6688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06688F" w14:paraId="1DA90F5A" w14:textId="77777777" w:rsidTr="00C3359A">
        <w:tc>
          <w:tcPr>
            <w:tcW w:w="9520" w:type="dxa"/>
          </w:tcPr>
          <w:p w14:paraId="4CBA2EFA" w14:textId="4BAE8BF2" w:rsidR="00C3359A" w:rsidRPr="0006688F" w:rsidRDefault="009A4D12" w:rsidP="006624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zasadami pracy podczas treningu.</w:t>
            </w:r>
          </w:p>
        </w:tc>
      </w:tr>
      <w:tr w:rsidR="00C3359A" w:rsidRPr="0006688F" w14:paraId="5B853458" w14:textId="77777777" w:rsidTr="00C3359A">
        <w:tc>
          <w:tcPr>
            <w:tcW w:w="9520" w:type="dxa"/>
          </w:tcPr>
          <w:p w14:paraId="5F8DBC7F" w14:textId="3A6CA2E1" w:rsidR="00C3359A" w:rsidRPr="0006688F" w:rsidRDefault="009A4D12" w:rsidP="006624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treningu asertywności.</w:t>
            </w:r>
          </w:p>
        </w:tc>
      </w:tr>
      <w:tr w:rsidR="009A4D12" w:rsidRPr="0006688F" w14:paraId="6E1D779A" w14:textId="77777777" w:rsidTr="00C3359A">
        <w:tc>
          <w:tcPr>
            <w:tcW w:w="9520" w:type="dxa"/>
          </w:tcPr>
          <w:p w14:paraId="7E43122E" w14:textId="2FA9EC25" w:rsidR="009A4D12" w:rsidRDefault="009A4D12" w:rsidP="006624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Terytorium psychologiczne.</w:t>
            </w:r>
          </w:p>
        </w:tc>
      </w:tr>
      <w:tr w:rsidR="009A4D12" w:rsidRPr="0006688F" w14:paraId="12766209" w14:textId="77777777" w:rsidTr="00C3359A">
        <w:tc>
          <w:tcPr>
            <w:tcW w:w="9520" w:type="dxa"/>
          </w:tcPr>
          <w:p w14:paraId="1FDD93A8" w14:textId="5D6144EF" w:rsidR="009A4D12" w:rsidRDefault="009A4D12" w:rsidP="006624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Świadomość własnego potencjału.</w:t>
            </w:r>
          </w:p>
        </w:tc>
      </w:tr>
      <w:tr w:rsidR="00C3359A" w:rsidRPr="0006688F" w14:paraId="3622A9A4" w14:textId="77777777" w:rsidTr="00C3359A">
        <w:tc>
          <w:tcPr>
            <w:tcW w:w="9520" w:type="dxa"/>
          </w:tcPr>
          <w:p w14:paraId="185CAB41" w14:textId="58ABE41B" w:rsidR="009A4D12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werbalne, zasady.</w:t>
            </w:r>
          </w:p>
        </w:tc>
      </w:tr>
      <w:tr w:rsidR="0065763F" w:rsidRPr="0006688F" w14:paraId="3A3E43A1" w14:textId="77777777" w:rsidTr="00C3359A">
        <w:tc>
          <w:tcPr>
            <w:tcW w:w="9520" w:type="dxa"/>
          </w:tcPr>
          <w:p w14:paraId="42A7CBB2" w14:textId="75C6BCC0" w:rsidR="0065763F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i zakłócenia komunikacyjne.</w:t>
            </w:r>
          </w:p>
        </w:tc>
      </w:tr>
      <w:tr w:rsidR="00062B96" w:rsidRPr="0006688F" w14:paraId="3F225F7A" w14:textId="77777777" w:rsidTr="00C3359A">
        <w:tc>
          <w:tcPr>
            <w:tcW w:w="9520" w:type="dxa"/>
          </w:tcPr>
          <w:p w14:paraId="75404EF7" w14:textId="70DA16F6" w:rsidR="00062B96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niewerbalna.</w:t>
            </w:r>
          </w:p>
        </w:tc>
      </w:tr>
      <w:tr w:rsidR="00C3359A" w:rsidRPr="0006688F" w14:paraId="334CB6A6" w14:textId="77777777" w:rsidTr="00C3359A">
        <w:tc>
          <w:tcPr>
            <w:tcW w:w="9520" w:type="dxa"/>
          </w:tcPr>
          <w:p w14:paraId="6AD2C7ED" w14:textId="3F6A06C6" w:rsidR="00C3359A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Skuteczne techniki komunikacyjne.</w:t>
            </w:r>
          </w:p>
        </w:tc>
      </w:tr>
      <w:tr w:rsidR="00C3359A" w:rsidRPr="0006688F" w14:paraId="4529D30B" w14:textId="77777777" w:rsidTr="00C3359A">
        <w:tc>
          <w:tcPr>
            <w:tcW w:w="9520" w:type="dxa"/>
          </w:tcPr>
          <w:p w14:paraId="2107D958" w14:textId="039FB945" w:rsidR="00C3359A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Dowartościowanie.</w:t>
            </w:r>
          </w:p>
        </w:tc>
      </w:tr>
      <w:tr w:rsidR="008F1879" w:rsidRPr="0006688F" w14:paraId="38ED314D" w14:textId="77777777" w:rsidTr="00C3359A">
        <w:tc>
          <w:tcPr>
            <w:tcW w:w="9520" w:type="dxa"/>
          </w:tcPr>
          <w:p w14:paraId="02EC28FD" w14:textId="7D88E800" w:rsidR="008F1879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Odzwierciedlanie uczuć.</w:t>
            </w:r>
          </w:p>
        </w:tc>
      </w:tr>
      <w:tr w:rsidR="00C3359A" w:rsidRPr="0006688F" w14:paraId="38E01DCF" w14:textId="77777777" w:rsidTr="00C3359A">
        <w:tc>
          <w:tcPr>
            <w:tcW w:w="9520" w:type="dxa"/>
          </w:tcPr>
          <w:p w14:paraId="33755F91" w14:textId="12C37B95" w:rsidR="00C3359A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Empatia i uważność. </w:t>
            </w:r>
          </w:p>
        </w:tc>
      </w:tr>
      <w:tr w:rsidR="00C3359A" w:rsidRPr="0006688F" w14:paraId="3DBA3655" w14:textId="77777777" w:rsidTr="00C3359A">
        <w:tc>
          <w:tcPr>
            <w:tcW w:w="9520" w:type="dxa"/>
          </w:tcPr>
          <w:p w14:paraId="08E469C4" w14:textId="1D8E3092" w:rsidR="00C3359A" w:rsidRPr="0006688F" w:rsidRDefault="009A4D1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w grupie.</w:t>
            </w:r>
          </w:p>
        </w:tc>
      </w:tr>
    </w:tbl>
    <w:p w14:paraId="2035F680" w14:textId="3269BD41" w:rsidR="0085747A" w:rsidRPr="0006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6937D0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06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>3.4 Metody dydaktyczne</w:t>
      </w:r>
      <w:r w:rsidRPr="0006688F">
        <w:rPr>
          <w:rFonts w:ascii="Corbel" w:hAnsi="Corbel"/>
          <w:b w:val="0"/>
          <w:smallCaps w:val="0"/>
          <w:szCs w:val="24"/>
        </w:rPr>
        <w:t xml:space="preserve"> </w:t>
      </w:r>
    </w:p>
    <w:p w14:paraId="6C464EF8" w14:textId="27769451" w:rsidR="0085747A" w:rsidRPr="0006688F" w:rsidRDefault="004C6B41" w:rsidP="00C3359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6688F">
        <w:rPr>
          <w:rFonts w:ascii="Corbel" w:hAnsi="Corbel"/>
          <w:b w:val="0"/>
          <w:iCs/>
          <w:smallCaps w:val="0"/>
          <w:szCs w:val="24"/>
        </w:rPr>
        <w:t>Zajęcia warsztatowe</w:t>
      </w:r>
      <w:r w:rsidR="00C3359A" w:rsidRPr="0006688F">
        <w:rPr>
          <w:rFonts w:ascii="Corbel" w:hAnsi="Corbel"/>
          <w:b w:val="0"/>
          <w:iCs/>
          <w:smallCaps w:val="0"/>
          <w:szCs w:val="24"/>
        </w:rPr>
        <w:t xml:space="preserve">: praca w </w:t>
      </w:r>
      <w:r w:rsidR="009A4D12">
        <w:rPr>
          <w:rFonts w:ascii="Corbel" w:hAnsi="Corbel"/>
          <w:b w:val="0"/>
          <w:iCs/>
          <w:smallCaps w:val="0"/>
          <w:szCs w:val="24"/>
        </w:rPr>
        <w:t xml:space="preserve">małych podgrupach, praca na forum grupy, </w:t>
      </w:r>
      <w:r w:rsidR="00C3359A" w:rsidRPr="0006688F">
        <w:rPr>
          <w:rFonts w:ascii="Corbel" w:hAnsi="Corbel"/>
          <w:b w:val="0"/>
          <w:iCs/>
          <w:smallCaps w:val="0"/>
          <w:szCs w:val="24"/>
        </w:rPr>
        <w:t>dyskusja</w:t>
      </w:r>
      <w:r w:rsidR="009A4D12">
        <w:rPr>
          <w:rFonts w:ascii="Corbel" w:hAnsi="Corbel"/>
          <w:b w:val="0"/>
          <w:iCs/>
          <w:smallCaps w:val="0"/>
          <w:szCs w:val="24"/>
        </w:rPr>
        <w:t xml:space="preserve"> grupowa</w:t>
      </w:r>
      <w:r w:rsidR="00C3359A" w:rsidRPr="0006688F">
        <w:rPr>
          <w:rFonts w:ascii="Corbel" w:hAnsi="Corbel"/>
          <w:b w:val="0"/>
          <w:iCs/>
          <w:smallCaps w:val="0"/>
          <w:szCs w:val="24"/>
        </w:rPr>
        <w:t>,</w:t>
      </w:r>
      <w:r w:rsidRPr="0006688F">
        <w:rPr>
          <w:rFonts w:ascii="Corbel" w:hAnsi="Corbel"/>
          <w:b w:val="0"/>
          <w:iCs/>
          <w:smallCaps w:val="0"/>
          <w:szCs w:val="24"/>
        </w:rPr>
        <w:t xml:space="preserve"> odgrywanie scenek</w:t>
      </w:r>
      <w:r w:rsidR="009A4D12">
        <w:rPr>
          <w:rFonts w:ascii="Corbel" w:hAnsi="Corbel"/>
          <w:b w:val="0"/>
          <w:iCs/>
          <w:smallCaps w:val="0"/>
          <w:szCs w:val="24"/>
        </w:rPr>
        <w:t xml:space="preserve">, mini wykłady, zadania indywidualne </w:t>
      </w:r>
    </w:p>
    <w:p w14:paraId="29D3905F" w14:textId="1ABB2849" w:rsidR="00E960BB" w:rsidRPr="0006688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Pr="0006688F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06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 xml:space="preserve">4. </w:t>
      </w:r>
      <w:r w:rsidR="0085747A" w:rsidRPr="0006688F">
        <w:rPr>
          <w:rFonts w:ascii="Corbel" w:hAnsi="Corbel"/>
          <w:smallCaps w:val="0"/>
          <w:szCs w:val="24"/>
        </w:rPr>
        <w:t>METODY I KRYTERIA OCENY</w:t>
      </w:r>
      <w:r w:rsidR="009F4610" w:rsidRPr="0006688F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06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06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6688F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012"/>
        <w:gridCol w:w="2545"/>
      </w:tblGrid>
      <w:tr w:rsidR="0085747A" w:rsidRPr="0006688F" w14:paraId="65561D8D" w14:textId="77777777" w:rsidTr="008C0A04">
        <w:tc>
          <w:tcPr>
            <w:tcW w:w="1963" w:type="dxa"/>
            <w:vAlign w:val="center"/>
          </w:tcPr>
          <w:p w14:paraId="096C5013" w14:textId="77777777" w:rsidR="0085747A" w:rsidRPr="0006688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14:paraId="1B48A094" w14:textId="10B89FA8" w:rsidR="0085747A" w:rsidRPr="0006688F" w:rsidRDefault="00DE242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44FFAB" w14:textId="77777777" w:rsidR="0085747A" w:rsidRPr="0006688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14:paraId="0E111BEA" w14:textId="5C8183AA" w:rsidR="00923D7D" w:rsidRPr="0006688F" w:rsidRDefault="0085747A" w:rsidP="006E67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1689CDA" w14:textId="77777777" w:rsidR="0085747A" w:rsidRPr="0006688F" w:rsidRDefault="0085747A" w:rsidP="006E67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688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688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6688F" w14:paraId="4BB23A1B" w14:textId="77777777" w:rsidTr="008C0A04">
        <w:trPr>
          <w:trHeight w:val="368"/>
        </w:trPr>
        <w:tc>
          <w:tcPr>
            <w:tcW w:w="1963" w:type="dxa"/>
          </w:tcPr>
          <w:p w14:paraId="33B89991" w14:textId="7C297EFF" w:rsidR="0085747A" w:rsidRPr="0006688F" w:rsidRDefault="00DE24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88F">
              <w:rPr>
                <w:rFonts w:ascii="Corbel" w:hAnsi="Corbel"/>
                <w:b w:val="0"/>
                <w:szCs w:val="24"/>
              </w:rPr>
              <w:t>EK_</w:t>
            </w:r>
            <w:r w:rsidR="0085747A" w:rsidRPr="0006688F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012" w:type="dxa"/>
          </w:tcPr>
          <w:p w14:paraId="4BE8265E" w14:textId="043EE54B" w:rsidR="0085747A" w:rsidRPr="0006688F" w:rsidRDefault="007A312C" w:rsidP="00BD0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F61A1B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545" w:type="dxa"/>
          </w:tcPr>
          <w:p w14:paraId="2414C40F" w14:textId="5B3648AD" w:rsidR="0085747A" w:rsidRPr="0006688F" w:rsidRDefault="00BD050B" w:rsidP="006E67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85747A" w:rsidRPr="0006688F" w14:paraId="4766CFA6" w14:textId="77777777" w:rsidTr="008C0A04">
        <w:tc>
          <w:tcPr>
            <w:tcW w:w="1963" w:type="dxa"/>
          </w:tcPr>
          <w:p w14:paraId="0F6C02AA" w14:textId="314179FD" w:rsidR="0085747A" w:rsidRPr="0006688F" w:rsidRDefault="00DE24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88F">
              <w:rPr>
                <w:rFonts w:ascii="Corbel" w:hAnsi="Corbel"/>
                <w:b w:val="0"/>
                <w:szCs w:val="24"/>
              </w:rPr>
              <w:t>EK_</w:t>
            </w:r>
            <w:r w:rsidR="0085747A" w:rsidRPr="0006688F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012" w:type="dxa"/>
          </w:tcPr>
          <w:p w14:paraId="3DAEF9F7" w14:textId="37D281A1" w:rsidR="0085747A" w:rsidRPr="0006688F" w:rsidRDefault="00F61A1B" w:rsidP="00BD0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7CB85A22" w14:textId="7F83244C" w:rsidR="0085747A" w:rsidRPr="0006688F" w:rsidRDefault="006E6700" w:rsidP="006E67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A319E0" w:rsidRPr="0006688F" w14:paraId="43B91C61" w14:textId="77777777" w:rsidTr="008C0A04">
        <w:tc>
          <w:tcPr>
            <w:tcW w:w="1963" w:type="dxa"/>
          </w:tcPr>
          <w:p w14:paraId="572D0A88" w14:textId="2FFCD995" w:rsidR="00A319E0" w:rsidRPr="0006688F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88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14:paraId="75F9F1C6" w14:textId="739E52F6" w:rsidR="00A319E0" w:rsidRPr="0006688F" w:rsidRDefault="00F61A1B" w:rsidP="00BD0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10BD2820" w14:textId="531CB675" w:rsidR="00A319E0" w:rsidRPr="0006688F" w:rsidRDefault="006E6700" w:rsidP="006E67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087E43" w:rsidRPr="0006688F" w14:paraId="0386779E" w14:textId="77777777" w:rsidTr="008C0A04">
        <w:tc>
          <w:tcPr>
            <w:tcW w:w="1963" w:type="dxa"/>
          </w:tcPr>
          <w:p w14:paraId="71862C8E" w14:textId="05885398" w:rsidR="00087E43" w:rsidRPr="0006688F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688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14:paraId="43684044" w14:textId="698EDBAD" w:rsidR="00087E43" w:rsidRPr="0006688F" w:rsidRDefault="00F61A1B" w:rsidP="007A312C">
            <w:pPr>
              <w:spacing w:after="0"/>
              <w:rPr>
                <w:rFonts w:ascii="Corbel" w:hAnsi="Corbel"/>
                <w:color w:val="0070C0"/>
                <w:sz w:val="24"/>
                <w:szCs w:val="24"/>
              </w:rPr>
            </w:pPr>
            <w:r w:rsidRPr="0006688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11765423" w14:textId="5D9E1AA5" w:rsidR="00087E43" w:rsidRPr="0006688F" w:rsidRDefault="006E6700" w:rsidP="006E670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</w:tbl>
    <w:p w14:paraId="4E38F28A" w14:textId="77777777" w:rsidR="00923D7D" w:rsidRPr="0006688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A38E6" w14:textId="0BED2C31" w:rsidR="009D7B6B" w:rsidRPr="0006688F" w:rsidRDefault="009D7B6B" w:rsidP="009E7372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>Warunki zaliczenia przedmiotu (kryteria oceniania)</w:t>
      </w:r>
    </w:p>
    <w:p w14:paraId="03F5C5A5" w14:textId="77777777" w:rsidR="009D7B6B" w:rsidRPr="0006688F" w:rsidRDefault="009D7B6B" w:rsidP="009D7B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7B6B" w:rsidRPr="0006688F" w14:paraId="186D223A" w14:textId="77777777" w:rsidTr="00057F8D">
        <w:tc>
          <w:tcPr>
            <w:tcW w:w="9670" w:type="dxa"/>
          </w:tcPr>
          <w:p w14:paraId="138E4380" w14:textId="29F03810" w:rsidR="009D7B6B" w:rsidRPr="009E7372" w:rsidRDefault="009E7372" w:rsidP="009E737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</w:t>
            </w:r>
            <w:r w:rsidR="009D7B6B" w:rsidRPr="009E7372">
              <w:rPr>
                <w:rFonts w:ascii="Corbel" w:hAnsi="Corbel"/>
                <w:b w:val="0"/>
                <w:smallCaps w:val="0"/>
                <w:szCs w:val="24"/>
              </w:rPr>
              <w:t>ktywność w trakcie zajęć</w:t>
            </w:r>
            <w:r w:rsidR="00047D44">
              <w:rPr>
                <w:rFonts w:ascii="Corbel" w:hAnsi="Corbel"/>
                <w:b w:val="0"/>
                <w:smallCaps w:val="0"/>
                <w:szCs w:val="24"/>
              </w:rPr>
              <w:t xml:space="preserve"> – 20% oceny</w:t>
            </w:r>
          </w:p>
          <w:p w14:paraId="0116116B" w14:textId="4156FAD7" w:rsidR="007A312C" w:rsidRDefault="009E7372" w:rsidP="007A312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Współdziałanie podczas zajęć warsztatowych</w:t>
            </w:r>
            <w:r w:rsidR="00047D44">
              <w:rPr>
                <w:rFonts w:ascii="Corbel" w:hAnsi="Corbel"/>
                <w:b w:val="0"/>
                <w:smallCaps w:val="0"/>
                <w:szCs w:val="24"/>
              </w:rPr>
              <w:t xml:space="preserve"> – 20% oceny</w:t>
            </w:r>
          </w:p>
          <w:p w14:paraId="26824B68" w14:textId="36347E1A" w:rsidR="009E7372" w:rsidRDefault="009E7372" w:rsidP="007A312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 domowych</w:t>
            </w:r>
            <w:r w:rsidR="00047D44">
              <w:rPr>
                <w:rFonts w:ascii="Corbel" w:hAnsi="Corbel"/>
                <w:b w:val="0"/>
                <w:smallCaps w:val="0"/>
                <w:szCs w:val="24"/>
              </w:rPr>
              <w:t xml:space="preserve"> – 20% oceny</w:t>
            </w:r>
          </w:p>
          <w:p w14:paraId="49FE56DC" w14:textId="6913877F" w:rsidR="00047D44" w:rsidRDefault="00047D44" w:rsidP="007A312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prezentowanego na forum zadania głównego sprawdzającego najważniejsze umiejętności interpersonalne – 40% oceny.</w:t>
            </w:r>
          </w:p>
          <w:p w14:paraId="5F3E1869" w14:textId="32A3171E" w:rsidR="00047D44" w:rsidRPr="00047D44" w:rsidRDefault="00047D44" w:rsidP="00047D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całego warsztatu to ocena wszystkich powyższych składowych w następującej formie:</w:t>
            </w:r>
          </w:p>
          <w:p w14:paraId="30330E15" w14:textId="05F8E116" w:rsidR="00047D44" w:rsidRPr="00047D44" w:rsidRDefault="00047D44" w:rsidP="00047D4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</w:t>
            </w:r>
            <w:r w:rsidRPr="00047D44">
              <w:rPr>
                <w:rFonts w:ascii="Corbel" w:hAnsi="Corbel"/>
              </w:rPr>
              <w:t xml:space="preserve">tudent otrzymuje ocenę niedostateczną (2.0) gdy nie wykazuje dostatecznego stopnia osiągnięcia efektów uczenia się i uzyskuje mniej niż 50% sumy punktów </w:t>
            </w:r>
            <w:r>
              <w:rPr>
                <w:rFonts w:ascii="Corbel" w:hAnsi="Corbel"/>
              </w:rPr>
              <w:t xml:space="preserve">na </w:t>
            </w:r>
            <w:r w:rsidRPr="00047D44">
              <w:rPr>
                <w:rFonts w:ascii="Corbel" w:hAnsi="Corbel"/>
              </w:rPr>
              <w:t>zaliczeniu</w:t>
            </w:r>
            <w:r>
              <w:rPr>
                <w:rFonts w:ascii="Corbel" w:hAnsi="Corbel"/>
              </w:rPr>
              <w:t>,</w:t>
            </w:r>
          </w:p>
          <w:p w14:paraId="31AFFE64" w14:textId="5FD3D87C" w:rsidR="00047D44" w:rsidRPr="00047D44" w:rsidRDefault="00047D44" w:rsidP="00047D4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</w:t>
            </w:r>
            <w:r w:rsidRPr="00047D44">
              <w:rPr>
                <w:rFonts w:ascii="Corbel" w:hAnsi="Corbel"/>
              </w:rPr>
              <w:t>tudent otrzymuje ocenę (3.0), gdy wykazuje większy niż niedostateczny, ale mniejszy niż dobry stopień osiągnięcia efektów uczenia się i uzyskuje od 50% do 60% sumy punktów na zaliczeniu</w:t>
            </w:r>
            <w:r>
              <w:rPr>
                <w:rFonts w:ascii="Corbel" w:hAnsi="Corbel"/>
              </w:rPr>
              <w:t>,</w:t>
            </w:r>
          </w:p>
          <w:p w14:paraId="7704CDE7" w14:textId="77777777" w:rsidR="00047D44" w:rsidRDefault="00047D44" w:rsidP="00047D4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</w:t>
            </w:r>
            <w:r w:rsidRPr="00047D44">
              <w:rPr>
                <w:rFonts w:ascii="Corbel" w:hAnsi="Corbel"/>
              </w:rPr>
              <w:t>tudent otrzymuje ocenę dostateczną plus (3,5), gdy wykazuje większy niż dostateczny, ale mniejszy niż dobry stopień osiągnięcia efektów uczenia się i uzyskuje od 60% do 70% sumy punktów na zaliczeniu</w:t>
            </w:r>
            <w:r>
              <w:rPr>
                <w:rFonts w:ascii="Corbel" w:hAnsi="Corbel"/>
              </w:rPr>
              <w:t>,</w:t>
            </w:r>
          </w:p>
          <w:p w14:paraId="08BF99C6" w14:textId="13F07E1F" w:rsidR="00047D44" w:rsidRPr="00047D44" w:rsidRDefault="00047D44" w:rsidP="00047D4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</w:t>
            </w:r>
            <w:r w:rsidRPr="00047D44">
              <w:rPr>
                <w:rFonts w:ascii="Corbel" w:hAnsi="Corbel"/>
              </w:rPr>
              <w:t>tudent otrzymuje ocenę dobrą (4.0), gdy wykazuje większy niż dostateczny plus, ale mniejszy niż dobry plus stopień osiągnięcia efektów uczenia się i uzyskuje od 70% do 80% sumy punktów na zaliczeniu</w:t>
            </w:r>
            <w:r>
              <w:rPr>
                <w:rFonts w:ascii="Corbel" w:hAnsi="Corbel"/>
              </w:rPr>
              <w:t>,</w:t>
            </w:r>
          </w:p>
          <w:p w14:paraId="397AE87E" w14:textId="002CA2C3" w:rsidR="00047D44" w:rsidRPr="00047D44" w:rsidRDefault="00047D44" w:rsidP="00047D4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</w:t>
            </w:r>
            <w:r w:rsidRPr="00047D44">
              <w:rPr>
                <w:rFonts w:ascii="Corbel" w:hAnsi="Corbel"/>
              </w:rPr>
              <w:t>tudent otrzymuje ocenę dobrą plus (4,5), gdy wykazuje większy niż dobry, ale mniejszy niż bardzo dobry stopień osiągnięcia efektów uczenia się i uzyskuje od 80% do 90% sumy punktów na zaliczeniu</w:t>
            </w:r>
            <w:r>
              <w:rPr>
                <w:rFonts w:ascii="Corbel" w:hAnsi="Corbel"/>
              </w:rPr>
              <w:t>,</w:t>
            </w:r>
          </w:p>
          <w:p w14:paraId="3262EEBA" w14:textId="281752B3" w:rsidR="009D7B6B" w:rsidRPr="00047D44" w:rsidRDefault="00047D44" w:rsidP="00047D44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 s</w:t>
            </w:r>
            <w:r w:rsidRPr="00047D44">
              <w:rPr>
                <w:rFonts w:ascii="Corbel" w:hAnsi="Corbel"/>
              </w:rPr>
              <w:t>tudent otrzymuje ocenę bardzo dobrą (5.0), gdy wykazuje większy niż dobry plus stopień osiągnięcia efektów uczenia się, i uzyskuje od 90 do 100% sumy punktów na zaliczeniu</w:t>
            </w:r>
            <w:r>
              <w:rPr>
                <w:rFonts w:ascii="Corbel" w:hAnsi="Corbel"/>
              </w:rPr>
              <w:t>.</w:t>
            </w:r>
          </w:p>
        </w:tc>
      </w:tr>
    </w:tbl>
    <w:p w14:paraId="69E9204F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06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688F">
        <w:rPr>
          <w:rFonts w:ascii="Corbel" w:hAnsi="Corbel"/>
          <w:b/>
          <w:sz w:val="24"/>
          <w:szCs w:val="24"/>
        </w:rPr>
        <w:t xml:space="preserve">5. </w:t>
      </w:r>
      <w:r w:rsidR="00C61DC5" w:rsidRPr="0006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06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06688F" w14:paraId="085F6EB5" w14:textId="77777777" w:rsidTr="008C0A04">
        <w:tc>
          <w:tcPr>
            <w:tcW w:w="5132" w:type="dxa"/>
            <w:vAlign w:val="center"/>
          </w:tcPr>
          <w:p w14:paraId="5AF78E02" w14:textId="77777777" w:rsidR="0085747A" w:rsidRPr="0006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6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6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60FD4B1" w14:textId="77777777" w:rsidR="0085747A" w:rsidRPr="0006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6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6688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6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6688F" w14:paraId="10FA7CE6" w14:textId="77777777" w:rsidTr="008C0A04">
        <w:tc>
          <w:tcPr>
            <w:tcW w:w="5132" w:type="dxa"/>
          </w:tcPr>
          <w:p w14:paraId="5026D884" w14:textId="72944B42" w:rsidR="0085747A" w:rsidRPr="0006688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G</w:t>
            </w:r>
            <w:r w:rsidR="0085747A" w:rsidRPr="0006688F">
              <w:rPr>
                <w:rFonts w:ascii="Corbel" w:hAnsi="Corbel"/>
                <w:sz w:val="24"/>
                <w:szCs w:val="24"/>
              </w:rPr>
              <w:t>odziny</w:t>
            </w:r>
            <w:r w:rsidR="007A3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06688F">
              <w:rPr>
                <w:rFonts w:ascii="Corbel" w:hAnsi="Corbel"/>
                <w:sz w:val="24"/>
                <w:szCs w:val="24"/>
              </w:rPr>
              <w:t>z</w:t>
            </w:r>
            <w:r w:rsidR="009C1331" w:rsidRPr="0006688F">
              <w:rPr>
                <w:rFonts w:ascii="Corbel" w:hAnsi="Corbel"/>
                <w:sz w:val="24"/>
                <w:szCs w:val="24"/>
              </w:rPr>
              <w:t> </w:t>
            </w:r>
            <w:r w:rsidR="0045729E" w:rsidRPr="0006688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668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688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6688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14:paraId="7D4D13B8" w14:textId="2454817F" w:rsidR="0085747A" w:rsidRPr="0006688F" w:rsidRDefault="00FE1A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6688F" w14:paraId="2A990EB9" w14:textId="77777777" w:rsidTr="008C0A04">
        <w:trPr>
          <w:trHeight w:val="455"/>
        </w:trPr>
        <w:tc>
          <w:tcPr>
            <w:tcW w:w="5132" w:type="dxa"/>
          </w:tcPr>
          <w:p w14:paraId="74962B30" w14:textId="77777777" w:rsidR="00C61DC5" w:rsidRPr="0006688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6688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3E180E6D" w:rsidR="00C61DC5" w:rsidRPr="0006688F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-</w:t>
            </w:r>
            <w:r w:rsidR="007A3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06688F">
              <w:rPr>
                <w:rFonts w:ascii="Corbel" w:hAnsi="Corbel"/>
                <w:sz w:val="24"/>
                <w:szCs w:val="24"/>
              </w:rPr>
              <w:t>udział w konsultacjac</w:t>
            </w:r>
            <w:r w:rsidR="00FE1A0D" w:rsidRPr="0006688F">
              <w:rPr>
                <w:rFonts w:ascii="Corbel" w:hAnsi="Corbel"/>
                <w:sz w:val="24"/>
                <w:szCs w:val="24"/>
              </w:rPr>
              <w:t>h</w:t>
            </w:r>
          </w:p>
        </w:tc>
        <w:tc>
          <w:tcPr>
            <w:tcW w:w="4388" w:type="dxa"/>
          </w:tcPr>
          <w:p w14:paraId="484CCE4D" w14:textId="77777777" w:rsidR="00FE1A0D" w:rsidRPr="0006688F" w:rsidRDefault="00FE1A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E94F6E" w14:textId="1843EA68" w:rsidR="00DE7D18" w:rsidRPr="0006688F" w:rsidRDefault="00FE1A0D" w:rsidP="00FE1A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6688F" w14:paraId="442A0F9E" w14:textId="77777777" w:rsidTr="008C0A04">
        <w:tc>
          <w:tcPr>
            <w:tcW w:w="5132" w:type="dxa"/>
          </w:tcPr>
          <w:p w14:paraId="29E1C64D" w14:textId="77777777" w:rsidR="00891F94" w:rsidRPr="0006688F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6688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6688F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06688F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D2F3BEF" w14:textId="0776C0D7" w:rsidR="00891F94" w:rsidRPr="0006688F" w:rsidRDefault="007A312C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wykonywanie zadań</w:t>
            </w:r>
          </w:p>
        </w:tc>
        <w:tc>
          <w:tcPr>
            <w:tcW w:w="4388" w:type="dxa"/>
          </w:tcPr>
          <w:p w14:paraId="2BCCCF2B" w14:textId="77777777" w:rsidR="00D7012D" w:rsidRPr="0006688F" w:rsidRDefault="00D7012D" w:rsidP="00C64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6462248" w14:textId="5471A97C" w:rsidR="00891F94" w:rsidRPr="0006688F" w:rsidRDefault="00181A9A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1</w:t>
            </w:r>
            <w:r w:rsidR="007A312C">
              <w:rPr>
                <w:rFonts w:ascii="Corbel" w:hAnsi="Corbel"/>
                <w:sz w:val="24"/>
                <w:szCs w:val="24"/>
              </w:rPr>
              <w:t>5</w:t>
            </w:r>
          </w:p>
          <w:p w14:paraId="781B2367" w14:textId="6132FD38" w:rsidR="00D7012D" w:rsidRPr="0006688F" w:rsidRDefault="007A312C" w:rsidP="007A31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06688F" w14:paraId="6DB50674" w14:textId="77777777" w:rsidTr="008C0A04">
        <w:tc>
          <w:tcPr>
            <w:tcW w:w="5132" w:type="dxa"/>
          </w:tcPr>
          <w:p w14:paraId="1CA5FB24" w14:textId="77777777" w:rsidR="0085747A" w:rsidRPr="0006688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6A04648" w14:textId="39AAC70E" w:rsidR="0085747A" w:rsidRPr="0006688F" w:rsidRDefault="00181A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6688F" w14:paraId="3E0A8E5B" w14:textId="77777777" w:rsidTr="008C0A04">
        <w:tc>
          <w:tcPr>
            <w:tcW w:w="5132" w:type="dxa"/>
          </w:tcPr>
          <w:p w14:paraId="54C58939" w14:textId="77777777" w:rsidR="0085747A" w:rsidRPr="0006688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92E3DED" w14:textId="7AB6F3D9" w:rsidR="0085747A" w:rsidRPr="0006688F" w:rsidRDefault="00181A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88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06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6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06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06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 xml:space="preserve">6. </w:t>
      </w:r>
      <w:r w:rsidR="0085747A" w:rsidRPr="0006688F">
        <w:rPr>
          <w:rFonts w:ascii="Corbel" w:hAnsi="Corbel"/>
          <w:smallCaps w:val="0"/>
          <w:szCs w:val="24"/>
        </w:rPr>
        <w:t>PRAKTYKI ZAWO</w:t>
      </w:r>
      <w:r w:rsidR="009C1331" w:rsidRPr="0006688F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06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06688F" w14:paraId="1F812E7C" w14:textId="77777777" w:rsidTr="007A312C">
        <w:trPr>
          <w:trHeight w:val="397"/>
        </w:trPr>
        <w:tc>
          <w:tcPr>
            <w:tcW w:w="3715" w:type="dxa"/>
          </w:tcPr>
          <w:p w14:paraId="2EDF00EE" w14:textId="77777777" w:rsidR="0085747A" w:rsidRPr="0006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C3384FA" w14:textId="5FE8225E" w:rsidR="0085747A" w:rsidRPr="0006688F" w:rsidRDefault="003563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DA4EBE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06688F" w14:paraId="2465DEE2" w14:textId="77777777" w:rsidTr="007A312C">
        <w:trPr>
          <w:trHeight w:val="397"/>
        </w:trPr>
        <w:tc>
          <w:tcPr>
            <w:tcW w:w="3715" w:type="dxa"/>
          </w:tcPr>
          <w:p w14:paraId="39E0FF59" w14:textId="77777777" w:rsidR="0085747A" w:rsidRPr="0006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7B0CAEF" w14:textId="02F71C60" w:rsidR="0085747A" w:rsidRPr="0006688F" w:rsidRDefault="003563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DA4EBE" w:rsidRPr="0006688F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73245672" w14:textId="77777777" w:rsidR="003E1941" w:rsidRPr="0006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06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688F">
        <w:rPr>
          <w:rFonts w:ascii="Corbel" w:hAnsi="Corbel"/>
          <w:smallCaps w:val="0"/>
          <w:szCs w:val="24"/>
        </w:rPr>
        <w:t xml:space="preserve">7. </w:t>
      </w:r>
      <w:r w:rsidR="0085747A" w:rsidRPr="0006688F">
        <w:rPr>
          <w:rFonts w:ascii="Corbel" w:hAnsi="Corbel"/>
          <w:smallCaps w:val="0"/>
          <w:szCs w:val="24"/>
        </w:rPr>
        <w:t>LITERATURA</w:t>
      </w:r>
      <w:r w:rsidRPr="0006688F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06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E7372" w14:paraId="5729AA55" w14:textId="77777777" w:rsidTr="00651036">
        <w:trPr>
          <w:trHeight w:val="397"/>
        </w:trPr>
        <w:tc>
          <w:tcPr>
            <w:tcW w:w="5000" w:type="pct"/>
          </w:tcPr>
          <w:p w14:paraId="27743631" w14:textId="20620E52" w:rsidR="001C605D" w:rsidRPr="0006688F" w:rsidRDefault="0085747A" w:rsidP="00356306">
            <w:pPr>
              <w:pStyle w:val="Punktygwne"/>
              <w:spacing w:before="0"/>
              <w:rPr>
                <w:rFonts w:ascii="Corbel" w:hAnsi="Corbel"/>
                <w:bCs/>
                <w:smallCaps w:val="0"/>
                <w:szCs w:val="24"/>
              </w:rPr>
            </w:pPr>
            <w:r w:rsidRPr="0006688F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A2751F3" w14:textId="03C366E0" w:rsidR="000E6F46" w:rsidRPr="0006688F" w:rsidRDefault="000E6F46" w:rsidP="00477A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>Davis</w:t>
            </w:r>
            <w:r w:rsidR="00255FB6" w:rsidRPr="0006688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06688F"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 w:rsidR="00255FB6" w:rsidRPr="0006688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255FB6" w:rsidRPr="0006688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688F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B675A" w:rsidRPr="0006688F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>Kay</w:t>
            </w:r>
            <w:proofErr w:type="spellEnd"/>
            <w:r w:rsidR="001B675A" w:rsidRPr="0006688F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 (2021). </w:t>
            </w:r>
            <w:r w:rsidRPr="0006688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Sztuka skutecznego porozumiewania się.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C605D"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Gdańsk: </w:t>
            </w:r>
            <w:r w:rsidR="00F17AC1" w:rsidRPr="0006688F">
              <w:rPr>
                <w:rFonts w:ascii="Corbel" w:hAnsi="Corbel"/>
                <w:b w:val="0"/>
                <w:smallCaps w:val="0"/>
                <w:szCs w:val="24"/>
              </w:rPr>
              <w:t>GWP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DA4A1D4" w14:textId="052D41C6" w:rsidR="00356306" w:rsidRDefault="0094089F" w:rsidP="000E6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>Król-Fijewska</w:t>
            </w:r>
            <w:r w:rsidR="00292EB6" w:rsidRPr="0006688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 M. (20</w:t>
            </w:r>
            <w:r w:rsidR="007A312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9E7372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06688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Stanowczo, łagodnie, bez lęku</w:t>
            </w:r>
            <w:r w:rsidR="009E737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dziś. </w:t>
            </w:r>
            <w:r w:rsidR="00B04036"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="00F17AC1" w:rsidRPr="0006688F">
              <w:rPr>
                <w:rFonts w:ascii="Corbel" w:hAnsi="Corbel"/>
                <w:b w:val="0"/>
                <w:smallCaps w:val="0"/>
                <w:szCs w:val="24"/>
              </w:rPr>
              <w:t>W.A.B.</w:t>
            </w:r>
          </w:p>
          <w:p w14:paraId="6F20C4C5" w14:textId="6FC10A7C" w:rsidR="009E7372" w:rsidRPr="009E7372" w:rsidRDefault="009E7372" w:rsidP="000E6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0E92">
              <w:rPr>
                <w:rFonts w:ascii="Corbel" w:hAnsi="Corbel"/>
                <w:b w:val="0"/>
                <w:smallCaps w:val="0"/>
                <w:szCs w:val="24"/>
              </w:rPr>
              <w:t xml:space="preserve">Kulig, R. (2022). </w:t>
            </w:r>
            <w:r w:rsidRPr="005D0E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Trening interpersonalny. </w:t>
            </w:r>
            <w:r w:rsidRPr="009E737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Proces grupowy w praktyce trenerskiej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D7E95" w:rsidRPr="0006688F" w14:paraId="4A1283F2" w14:textId="77777777" w:rsidTr="00651036">
        <w:trPr>
          <w:trHeight w:val="397"/>
        </w:trPr>
        <w:tc>
          <w:tcPr>
            <w:tcW w:w="5000" w:type="pct"/>
            <w:vAlign w:val="center"/>
          </w:tcPr>
          <w:p w14:paraId="7E4875FE" w14:textId="6CCC2791" w:rsidR="001C605D" w:rsidRPr="0006688F" w:rsidRDefault="00F17AC1" w:rsidP="00356306">
            <w:pPr>
              <w:pStyle w:val="Punktygwne"/>
              <w:spacing w:before="0"/>
              <w:rPr>
                <w:rFonts w:ascii="Corbel" w:hAnsi="Corbel"/>
                <w:bCs/>
                <w:smallCaps w:val="0"/>
                <w:szCs w:val="24"/>
              </w:rPr>
            </w:pPr>
            <w:r w:rsidRPr="0006688F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493D13AB" w14:textId="665516A2" w:rsidR="0066297C" w:rsidRPr="0006688F" w:rsidRDefault="0066297C" w:rsidP="00F17AC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Adler, R., Rosenfeld, L.B. (2018). </w:t>
            </w:r>
            <w:r w:rsidRPr="000668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Relacje interpersonalne. Proces porozumiewania się. </w:t>
            </w:r>
            <w:r w:rsidR="00292EB6"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Poznań: </w:t>
            </w:r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Dom Wydawniczy </w:t>
            </w:r>
            <w:proofErr w:type="spellStart"/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7521F7C2" w14:textId="049E68D2" w:rsidR="0066297C" w:rsidRPr="0006688F" w:rsidRDefault="0066297C" w:rsidP="00F17AC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Goleman</w:t>
            </w:r>
            <w:proofErr w:type="spellEnd"/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D. (2021). </w:t>
            </w:r>
            <w:r w:rsidRPr="000668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Inteligencja emocjonalna</w:t>
            </w:r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9A0CF0"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Poznań: </w:t>
            </w:r>
            <w:r w:rsidRPr="0006688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Media Rodzina.</w:t>
            </w:r>
          </w:p>
          <w:p w14:paraId="571A7FCC" w14:textId="3F173C81" w:rsidR="00F17AC1" w:rsidRPr="0006688F" w:rsidRDefault="00435DA2" w:rsidP="00F17A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17AC1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F17AC1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(2003). </w:t>
            </w:r>
            <w:r w:rsidR="00F17AC1" w:rsidRPr="0006688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umiejętności terapeutycznych</w:t>
            </w: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9A0CF0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Gdańsk: </w:t>
            </w: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GWP.</w:t>
            </w:r>
          </w:p>
          <w:p w14:paraId="0E2AF5F4" w14:textId="77777777" w:rsidR="009E7372" w:rsidRPr="0006688F" w:rsidRDefault="009E7372" w:rsidP="009E7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88F">
              <w:rPr>
                <w:rFonts w:ascii="Corbel" w:hAnsi="Corbel"/>
                <w:b w:val="0"/>
                <w:smallCaps w:val="0"/>
                <w:szCs w:val="24"/>
              </w:rPr>
              <w:t xml:space="preserve">Jedliński, K. (2011). </w:t>
            </w:r>
            <w:r w:rsidRPr="0006688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Trening interpersonalny</w:t>
            </w:r>
            <w:r w:rsidRPr="0006688F">
              <w:rPr>
                <w:rFonts w:ascii="Corbel" w:hAnsi="Corbel"/>
                <w:b w:val="0"/>
                <w:smallCaps w:val="0"/>
                <w:szCs w:val="24"/>
              </w:rPr>
              <w:t>. Warszawa: W.A.B.</w:t>
            </w:r>
          </w:p>
          <w:p w14:paraId="747866F4" w14:textId="1DF31F25" w:rsidR="000D7E95" w:rsidRPr="007A312C" w:rsidRDefault="0006743B" w:rsidP="00435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Silberman</w:t>
            </w:r>
            <w:proofErr w:type="spellEnd"/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</w:t>
            </w:r>
            <w:proofErr w:type="spellStart"/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Hansburg</w:t>
            </w:r>
            <w:proofErr w:type="spellEnd"/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F. (2012). </w:t>
            </w:r>
            <w:r w:rsidRPr="0006688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Inteligencja interpersonalna. Jak utrzymywać mądre relacje z innymi. </w:t>
            </w:r>
            <w:r w:rsidR="001C62FB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</w:t>
            </w:r>
            <w:r w:rsidR="001060D6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</w:t>
            </w: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Studio </w:t>
            </w:r>
            <w:r w:rsidR="001060D6"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06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mka.</w:t>
            </w:r>
          </w:p>
        </w:tc>
      </w:tr>
    </w:tbl>
    <w:p w14:paraId="435CA492" w14:textId="77777777" w:rsidR="0085747A" w:rsidRPr="0006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06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06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6688F" w:rsidSect="00BE69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ABA88" w14:textId="77777777" w:rsidR="00BE6980" w:rsidRDefault="00BE6980" w:rsidP="00C16ABF">
      <w:pPr>
        <w:spacing w:after="0" w:line="240" w:lineRule="auto"/>
      </w:pPr>
      <w:r>
        <w:separator/>
      </w:r>
    </w:p>
  </w:endnote>
  <w:endnote w:type="continuationSeparator" w:id="0">
    <w:p w14:paraId="2CB7DDC2" w14:textId="77777777" w:rsidR="00BE6980" w:rsidRDefault="00BE69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D1F69" w14:textId="77777777" w:rsidR="00BE6980" w:rsidRDefault="00BE6980" w:rsidP="00C16ABF">
      <w:pPr>
        <w:spacing w:after="0" w:line="240" w:lineRule="auto"/>
      </w:pPr>
      <w:r>
        <w:separator/>
      </w:r>
    </w:p>
  </w:footnote>
  <w:footnote w:type="continuationSeparator" w:id="0">
    <w:p w14:paraId="40ACB624" w14:textId="77777777" w:rsidR="00BE6980" w:rsidRDefault="00BE698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11474"/>
    <w:multiLevelType w:val="hybridMultilevel"/>
    <w:tmpl w:val="3BC8F892"/>
    <w:lvl w:ilvl="0" w:tplc="40BCE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6B04A4"/>
    <w:multiLevelType w:val="multilevel"/>
    <w:tmpl w:val="68363C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66EA7E88"/>
    <w:multiLevelType w:val="hybridMultilevel"/>
    <w:tmpl w:val="20048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57EB9"/>
    <w:multiLevelType w:val="hybridMultilevel"/>
    <w:tmpl w:val="B374D778"/>
    <w:lvl w:ilvl="0" w:tplc="B6485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948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40C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0E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229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189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5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49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923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05056470">
    <w:abstractNumId w:val="1"/>
  </w:num>
  <w:num w:numId="2" w16cid:durableId="1064917208">
    <w:abstractNumId w:val="0"/>
  </w:num>
  <w:num w:numId="3" w16cid:durableId="964428067">
    <w:abstractNumId w:val="4"/>
  </w:num>
  <w:num w:numId="4" w16cid:durableId="469203499">
    <w:abstractNumId w:val="3"/>
  </w:num>
  <w:num w:numId="5" w16cid:durableId="166600697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47D44"/>
    <w:rsid w:val="000514E6"/>
    <w:rsid w:val="00062B96"/>
    <w:rsid w:val="0006688F"/>
    <w:rsid w:val="0006743B"/>
    <w:rsid w:val="00070ED6"/>
    <w:rsid w:val="000742DC"/>
    <w:rsid w:val="000835F6"/>
    <w:rsid w:val="00084C12"/>
    <w:rsid w:val="00087E43"/>
    <w:rsid w:val="000924F8"/>
    <w:rsid w:val="00092DFA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D7E95"/>
    <w:rsid w:val="000E6F46"/>
    <w:rsid w:val="000F1C57"/>
    <w:rsid w:val="000F2C5D"/>
    <w:rsid w:val="000F5615"/>
    <w:rsid w:val="0010175A"/>
    <w:rsid w:val="001060D6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1A9A"/>
    <w:rsid w:val="00192F37"/>
    <w:rsid w:val="00193629"/>
    <w:rsid w:val="001A70D2"/>
    <w:rsid w:val="001B52FD"/>
    <w:rsid w:val="001B675A"/>
    <w:rsid w:val="001C605D"/>
    <w:rsid w:val="001C62FB"/>
    <w:rsid w:val="001D2AA0"/>
    <w:rsid w:val="001D657B"/>
    <w:rsid w:val="001D7B54"/>
    <w:rsid w:val="001E0209"/>
    <w:rsid w:val="001F2CA2"/>
    <w:rsid w:val="00200021"/>
    <w:rsid w:val="0020112A"/>
    <w:rsid w:val="002144C0"/>
    <w:rsid w:val="00215694"/>
    <w:rsid w:val="0022477D"/>
    <w:rsid w:val="002278A9"/>
    <w:rsid w:val="00231136"/>
    <w:rsid w:val="002336F9"/>
    <w:rsid w:val="0024028F"/>
    <w:rsid w:val="00244ABC"/>
    <w:rsid w:val="0024627B"/>
    <w:rsid w:val="002464DD"/>
    <w:rsid w:val="00250D2C"/>
    <w:rsid w:val="00255FB6"/>
    <w:rsid w:val="00262B90"/>
    <w:rsid w:val="002706B2"/>
    <w:rsid w:val="00281FF2"/>
    <w:rsid w:val="002857DE"/>
    <w:rsid w:val="00291567"/>
    <w:rsid w:val="00292EB6"/>
    <w:rsid w:val="002A22BF"/>
    <w:rsid w:val="002A2389"/>
    <w:rsid w:val="002A6277"/>
    <w:rsid w:val="002A671D"/>
    <w:rsid w:val="002A70F3"/>
    <w:rsid w:val="002B4D55"/>
    <w:rsid w:val="002B5EA0"/>
    <w:rsid w:val="002B6119"/>
    <w:rsid w:val="002C1F06"/>
    <w:rsid w:val="002D3375"/>
    <w:rsid w:val="002D4111"/>
    <w:rsid w:val="002D73D4"/>
    <w:rsid w:val="002E1056"/>
    <w:rsid w:val="002F02A3"/>
    <w:rsid w:val="002F4ABE"/>
    <w:rsid w:val="003016C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306"/>
    <w:rsid w:val="00363F78"/>
    <w:rsid w:val="0039341B"/>
    <w:rsid w:val="00395DFE"/>
    <w:rsid w:val="0039708F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244A"/>
    <w:rsid w:val="004224CB"/>
    <w:rsid w:val="0042745A"/>
    <w:rsid w:val="00431D5C"/>
    <w:rsid w:val="00435DA2"/>
    <w:rsid w:val="004362C6"/>
    <w:rsid w:val="00437FA2"/>
    <w:rsid w:val="004400B8"/>
    <w:rsid w:val="00441860"/>
    <w:rsid w:val="00445970"/>
    <w:rsid w:val="00451CA5"/>
    <w:rsid w:val="00453222"/>
    <w:rsid w:val="0045729E"/>
    <w:rsid w:val="00461EFC"/>
    <w:rsid w:val="004652C2"/>
    <w:rsid w:val="004706D1"/>
    <w:rsid w:val="00471326"/>
    <w:rsid w:val="0047143B"/>
    <w:rsid w:val="0047598D"/>
    <w:rsid w:val="00477A98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C6B41"/>
    <w:rsid w:val="004D06E7"/>
    <w:rsid w:val="004D4D74"/>
    <w:rsid w:val="004D5282"/>
    <w:rsid w:val="004E10E7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3D40"/>
    <w:rsid w:val="0056696D"/>
    <w:rsid w:val="00573EF9"/>
    <w:rsid w:val="0059484D"/>
    <w:rsid w:val="005A0855"/>
    <w:rsid w:val="005A22BB"/>
    <w:rsid w:val="005A3196"/>
    <w:rsid w:val="005A6957"/>
    <w:rsid w:val="005C080F"/>
    <w:rsid w:val="005C55E5"/>
    <w:rsid w:val="005C696A"/>
    <w:rsid w:val="005D005F"/>
    <w:rsid w:val="005D0E92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1036"/>
    <w:rsid w:val="00654934"/>
    <w:rsid w:val="0065763F"/>
    <w:rsid w:val="006620D9"/>
    <w:rsid w:val="00662404"/>
    <w:rsid w:val="0066297C"/>
    <w:rsid w:val="00671958"/>
    <w:rsid w:val="00675843"/>
    <w:rsid w:val="00696477"/>
    <w:rsid w:val="006A5EAC"/>
    <w:rsid w:val="006B1028"/>
    <w:rsid w:val="006B6B58"/>
    <w:rsid w:val="006D050F"/>
    <w:rsid w:val="006D6139"/>
    <w:rsid w:val="006E5D65"/>
    <w:rsid w:val="006E6700"/>
    <w:rsid w:val="006E6FAD"/>
    <w:rsid w:val="006F1282"/>
    <w:rsid w:val="006F1FBC"/>
    <w:rsid w:val="006F31E2"/>
    <w:rsid w:val="007027B4"/>
    <w:rsid w:val="00703947"/>
    <w:rsid w:val="00706544"/>
    <w:rsid w:val="007072BA"/>
    <w:rsid w:val="0071620A"/>
    <w:rsid w:val="00724677"/>
    <w:rsid w:val="00725459"/>
    <w:rsid w:val="007327BD"/>
    <w:rsid w:val="00734608"/>
    <w:rsid w:val="0073538A"/>
    <w:rsid w:val="00745302"/>
    <w:rsid w:val="007461D6"/>
    <w:rsid w:val="00746EC8"/>
    <w:rsid w:val="00752992"/>
    <w:rsid w:val="00763BF1"/>
    <w:rsid w:val="00766FD4"/>
    <w:rsid w:val="0078168C"/>
    <w:rsid w:val="00787C2A"/>
    <w:rsid w:val="00790E27"/>
    <w:rsid w:val="00794DAC"/>
    <w:rsid w:val="007A305B"/>
    <w:rsid w:val="007A312C"/>
    <w:rsid w:val="007A4022"/>
    <w:rsid w:val="007A6E6E"/>
    <w:rsid w:val="007B250C"/>
    <w:rsid w:val="007B5C2F"/>
    <w:rsid w:val="007C3299"/>
    <w:rsid w:val="007C3BCC"/>
    <w:rsid w:val="007C4546"/>
    <w:rsid w:val="007D3E9F"/>
    <w:rsid w:val="007D5B6F"/>
    <w:rsid w:val="007D6E56"/>
    <w:rsid w:val="007F1652"/>
    <w:rsid w:val="007F4155"/>
    <w:rsid w:val="008135EC"/>
    <w:rsid w:val="0081554D"/>
    <w:rsid w:val="0081707E"/>
    <w:rsid w:val="008348D2"/>
    <w:rsid w:val="0084162A"/>
    <w:rsid w:val="008449B3"/>
    <w:rsid w:val="0085747A"/>
    <w:rsid w:val="00862D0D"/>
    <w:rsid w:val="0088208C"/>
    <w:rsid w:val="00884922"/>
    <w:rsid w:val="00885F64"/>
    <w:rsid w:val="00886473"/>
    <w:rsid w:val="008917F9"/>
    <w:rsid w:val="00891F94"/>
    <w:rsid w:val="008A45F7"/>
    <w:rsid w:val="008A53BF"/>
    <w:rsid w:val="008B43D7"/>
    <w:rsid w:val="008B45CB"/>
    <w:rsid w:val="008B6E94"/>
    <w:rsid w:val="008C0A04"/>
    <w:rsid w:val="008C0CC0"/>
    <w:rsid w:val="008C19A9"/>
    <w:rsid w:val="008C379D"/>
    <w:rsid w:val="008C508F"/>
    <w:rsid w:val="008C5147"/>
    <w:rsid w:val="008C5359"/>
    <w:rsid w:val="008C5363"/>
    <w:rsid w:val="008D2CB0"/>
    <w:rsid w:val="008D3DFB"/>
    <w:rsid w:val="008D69C2"/>
    <w:rsid w:val="008E1A51"/>
    <w:rsid w:val="008E4056"/>
    <w:rsid w:val="008E4F0D"/>
    <w:rsid w:val="008E64F4"/>
    <w:rsid w:val="008F12C9"/>
    <w:rsid w:val="008F161E"/>
    <w:rsid w:val="008F1879"/>
    <w:rsid w:val="008F3D05"/>
    <w:rsid w:val="008F4409"/>
    <w:rsid w:val="008F6E29"/>
    <w:rsid w:val="00903FF4"/>
    <w:rsid w:val="00910B89"/>
    <w:rsid w:val="00912BE1"/>
    <w:rsid w:val="00916188"/>
    <w:rsid w:val="00923D7D"/>
    <w:rsid w:val="0094089F"/>
    <w:rsid w:val="0094744A"/>
    <w:rsid w:val="009508DF"/>
    <w:rsid w:val="00950DAC"/>
    <w:rsid w:val="00954A07"/>
    <w:rsid w:val="00956799"/>
    <w:rsid w:val="00977040"/>
    <w:rsid w:val="00984135"/>
    <w:rsid w:val="00997F14"/>
    <w:rsid w:val="009A0CF0"/>
    <w:rsid w:val="009A4D12"/>
    <w:rsid w:val="009A623D"/>
    <w:rsid w:val="009A78CD"/>
    <w:rsid w:val="009A78D9"/>
    <w:rsid w:val="009C1331"/>
    <w:rsid w:val="009C3E31"/>
    <w:rsid w:val="009C54AE"/>
    <w:rsid w:val="009C788E"/>
    <w:rsid w:val="009D3F06"/>
    <w:rsid w:val="009D7B6B"/>
    <w:rsid w:val="009E3B41"/>
    <w:rsid w:val="009E7372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0AA5"/>
    <w:rsid w:val="00A53FA5"/>
    <w:rsid w:val="00A54817"/>
    <w:rsid w:val="00A5741F"/>
    <w:rsid w:val="00A601C8"/>
    <w:rsid w:val="00A60799"/>
    <w:rsid w:val="00A7523D"/>
    <w:rsid w:val="00A7732B"/>
    <w:rsid w:val="00A84C85"/>
    <w:rsid w:val="00A97DE1"/>
    <w:rsid w:val="00AB053C"/>
    <w:rsid w:val="00AC3592"/>
    <w:rsid w:val="00AD1146"/>
    <w:rsid w:val="00AD27D3"/>
    <w:rsid w:val="00AD28D2"/>
    <w:rsid w:val="00AD66D6"/>
    <w:rsid w:val="00AE1160"/>
    <w:rsid w:val="00AE203C"/>
    <w:rsid w:val="00AE2E74"/>
    <w:rsid w:val="00AE306D"/>
    <w:rsid w:val="00AE5FCB"/>
    <w:rsid w:val="00AF2C1E"/>
    <w:rsid w:val="00AF64F8"/>
    <w:rsid w:val="00B04036"/>
    <w:rsid w:val="00B06142"/>
    <w:rsid w:val="00B135B1"/>
    <w:rsid w:val="00B17E4E"/>
    <w:rsid w:val="00B3130B"/>
    <w:rsid w:val="00B32DA5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C0270"/>
    <w:rsid w:val="00BC3D3E"/>
    <w:rsid w:val="00BD050B"/>
    <w:rsid w:val="00BD1854"/>
    <w:rsid w:val="00BD3869"/>
    <w:rsid w:val="00BD66E9"/>
    <w:rsid w:val="00BD6FF4"/>
    <w:rsid w:val="00BE6880"/>
    <w:rsid w:val="00BE6980"/>
    <w:rsid w:val="00BF2C41"/>
    <w:rsid w:val="00BF34C3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EC5"/>
    <w:rsid w:val="00C4337D"/>
    <w:rsid w:val="00C4339B"/>
    <w:rsid w:val="00C56036"/>
    <w:rsid w:val="00C61DC5"/>
    <w:rsid w:val="00C64A09"/>
    <w:rsid w:val="00C66037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4F7F"/>
    <w:rsid w:val="00CE5BAC"/>
    <w:rsid w:val="00CF25BE"/>
    <w:rsid w:val="00CF78ED"/>
    <w:rsid w:val="00D02B25"/>
    <w:rsid w:val="00D02EBA"/>
    <w:rsid w:val="00D04286"/>
    <w:rsid w:val="00D12E6D"/>
    <w:rsid w:val="00D17C3C"/>
    <w:rsid w:val="00D26B2C"/>
    <w:rsid w:val="00D31F50"/>
    <w:rsid w:val="00D352C9"/>
    <w:rsid w:val="00D35DE2"/>
    <w:rsid w:val="00D425B2"/>
    <w:rsid w:val="00D428D6"/>
    <w:rsid w:val="00D51A45"/>
    <w:rsid w:val="00D552B2"/>
    <w:rsid w:val="00D57EEF"/>
    <w:rsid w:val="00D608D1"/>
    <w:rsid w:val="00D7012D"/>
    <w:rsid w:val="00D74119"/>
    <w:rsid w:val="00D8075B"/>
    <w:rsid w:val="00D84032"/>
    <w:rsid w:val="00D8599D"/>
    <w:rsid w:val="00D8678B"/>
    <w:rsid w:val="00D976FA"/>
    <w:rsid w:val="00DA2114"/>
    <w:rsid w:val="00DA4EBE"/>
    <w:rsid w:val="00DD57E1"/>
    <w:rsid w:val="00DE09C0"/>
    <w:rsid w:val="00DE2420"/>
    <w:rsid w:val="00DE4A14"/>
    <w:rsid w:val="00DE7D18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57F61"/>
    <w:rsid w:val="00E622A1"/>
    <w:rsid w:val="00E63348"/>
    <w:rsid w:val="00E72392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2781"/>
    <w:rsid w:val="00ED32D2"/>
    <w:rsid w:val="00EE32DE"/>
    <w:rsid w:val="00EE5457"/>
    <w:rsid w:val="00F04772"/>
    <w:rsid w:val="00F070AB"/>
    <w:rsid w:val="00F17567"/>
    <w:rsid w:val="00F17AC1"/>
    <w:rsid w:val="00F25A9C"/>
    <w:rsid w:val="00F27A7B"/>
    <w:rsid w:val="00F375B6"/>
    <w:rsid w:val="00F526AF"/>
    <w:rsid w:val="00F617C3"/>
    <w:rsid w:val="00F61A1B"/>
    <w:rsid w:val="00F6559F"/>
    <w:rsid w:val="00F7066B"/>
    <w:rsid w:val="00F83B28"/>
    <w:rsid w:val="00F97955"/>
    <w:rsid w:val="00FA46E5"/>
    <w:rsid w:val="00FB7DBA"/>
    <w:rsid w:val="00FC1C25"/>
    <w:rsid w:val="00FC3F45"/>
    <w:rsid w:val="00FD503F"/>
    <w:rsid w:val="00FD7474"/>
    <w:rsid w:val="00FD7589"/>
    <w:rsid w:val="00FE1A0D"/>
    <w:rsid w:val="00FE3938"/>
    <w:rsid w:val="00FF016A"/>
    <w:rsid w:val="00FF1401"/>
    <w:rsid w:val="00FF33BD"/>
    <w:rsid w:val="00FF5E7D"/>
    <w:rsid w:val="00FF6EB8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E8D52A20-25BD-4478-BE53-5B0AC99A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D27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D2781"/>
    <w:rPr>
      <w:rFonts w:eastAsia="Times New Roman"/>
      <w:b/>
      <w:bCs/>
      <w:sz w:val="36"/>
      <w:szCs w:val="36"/>
    </w:rPr>
  </w:style>
  <w:style w:type="character" w:customStyle="1" w:styleId="wydawca">
    <w:name w:val="wydawca"/>
    <w:basedOn w:val="Domylnaczcionkaakapitu"/>
    <w:rsid w:val="00ED2781"/>
  </w:style>
  <w:style w:type="character" w:customStyle="1" w:styleId="Nagwek1Znak">
    <w:name w:val="Nagłówek 1 Znak"/>
    <w:basedOn w:val="Domylnaczcionkaakapitu"/>
    <w:link w:val="Nagwek1"/>
    <w:uiPriority w:val="9"/>
    <w:rsid w:val="000E6F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0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0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056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9D7B6B"/>
  </w:style>
  <w:style w:type="character" w:customStyle="1" w:styleId="hgkelc">
    <w:name w:val="hgkelc"/>
    <w:basedOn w:val="Domylnaczcionkaakapitu"/>
    <w:rsid w:val="009A4D12"/>
  </w:style>
  <w:style w:type="paragraph" w:styleId="NormalnyWeb">
    <w:name w:val="Normal (Web)"/>
    <w:basedOn w:val="Normalny"/>
    <w:uiPriority w:val="99"/>
    <w:unhideWhenUsed/>
    <w:rsid w:val="00047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7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64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18905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02F1-44F4-4FF0-B67F-47D2E5AB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4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7</cp:revision>
  <cp:lastPrinted>2020-10-13T08:16:00Z</cp:lastPrinted>
  <dcterms:created xsi:type="dcterms:W3CDTF">2024-04-08T19:36:00Z</dcterms:created>
  <dcterms:modified xsi:type="dcterms:W3CDTF">2024-04-19T20:39:00Z</dcterms:modified>
</cp:coreProperties>
</file>